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0F1" w:rsidRPr="00FF48EC" w:rsidRDefault="00FC70F1" w:rsidP="00FC70F1">
      <w:pPr>
        <w:contextualSpacing/>
        <w:jc w:val="center"/>
        <w:rPr>
          <w:spacing w:val="-10"/>
          <w:kern w:val="28"/>
        </w:rPr>
      </w:pPr>
      <w:bookmarkStart w:id="0" w:name="_GoBack"/>
      <w:bookmarkEnd w:id="0"/>
      <w:r w:rsidRPr="00FF48EC">
        <w:rPr>
          <w:b/>
          <w:spacing w:val="-10"/>
          <w:kern w:val="28"/>
        </w:rPr>
        <w:t>Příloha č. 3 Technická specifikace</w:t>
      </w:r>
    </w:p>
    <w:p w:rsidR="00FC70F1" w:rsidRPr="00FF48EC" w:rsidRDefault="00FC70F1" w:rsidP="00FC70F1">
      <w:pPr>
        <w:jc w:val="both"/>
      </w:pPr>
    </w:p>
    <w:p w:rsidR="00FC70F1" w:rsidRPr="00FF48EC" w:rsidRDefault="00FC70F1" w:rsidP="00FC70F1">
      <w:pPr>
        <w:jc w:val="center"/>
      </w:pPr>
      <w:r w:rsidRPr="00FF48EC">
        <w:t>„</w:t>
      </w:r>
      <w:r w:rsidR="00FF48EC" w:rsidRPr="00FF48EC">
        <w:t>Dodávky kancelářského nábytku pro Krajskou zdravotní, a.s – ČÁST 2 Sedací nábytek</w:t>
      </w:r>
      <w:r w:rsidR="008401A2" w:rsidRPr="00FF48EC">
        <w:t>“</w:t>
      </w:r>
    </w:p>
    <w:p w:rsidR="00F36A93" w:rsidRPr="00FF48EC" w:rsidRDefault="00F36A93" w:rsidP="00FC70F1">
      <w:pPr>
        <w:jc w:val="center"/>
      </w:pPr>
    </w:p>
    <w:p w:rsidR="00F36A93" w:rsidRPr="00FF48EC" w:rsidRDefault="00F36A93" w:rsidP="00F36A93">
      <w:pPr>
        <w:jc w:val="both"/>
      </w:pPr>
      <w:r w:rsidRPr="00FF48EC">
        <w:t xml:space="preserve">Tento dokument přesně definuje požadavky zadavatele na předmět plnění </w:t>
      </w:r>
      <w:r w:rsidR="00820FE7" w:rsidRPr="00FF48EC">
        <w:t xml:space="preserve">výše uvedené </w:t>
      </w:r>
      <w:r w:rsidRPr="00FF48EC">
        <w:t>veřejné zakázky.</w:t>
      </w:r>
    </w:p>
    <w:p w:rsidR="008401A2" w:rsidRPr="00FF48EC" w:rsidRDefault="008401A2" w:rsidP="008401A2">
      <w:pPr>
        <w:rPr>
          <w:b/>
          <w:u w:val="single"/>
        </w:rPr>
      </w:pPr>
    </w:p>
    <w:p w:rsidR="00FF48EC" w:rsidRPr="00FF48EC" w:rsidRDefault="00FF48EC" w:rsidP="00FF48EC">
      <w:pPr>
        <w:rPr>
          <w:b/>
          <w:u w:val="single"/>
        </w:rPr>
      </w:pPr>
      <w:r w:rsidRPr="00FF48EC">
        <w:rPr>
          <w:b/>
          <w:u w:val="single"/>
        </w:rPr>
        <w:t>Celokovové čekárenské lavice</w:t>
      </w:r>
    </w:p>
    <w:p w:rsidR="00FF48EC" w:rsidRPr="00FF48EC" w:rsidRDefault="00FF48EC" w:rsidP="00B05892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Celokovová konstrukce,</w:t>
      </w:r>
    </w:p>
    <w:p w:rsidR="00FF48EC" w:rsidRPr="00FF48EC" w:rsidRDefault="00FF48EC" w:rsidP="00B05892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Sedáky a opěráky vyrobeny z perforovaného plechu o tloušťce min. 1,5 mm,</w:t>
      </w:r>
    </w:p>
    <w:p w:rsidR="00FF48EC" w:rsidRPr="00FF48EC" w:rsidRDefault="00FF48EC" w:rsidP="00B05892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Omyvatelný a dezinfikovatelný povrch, vhodný pro používání ve zdravotnictví,</w:t>
      </w:r>
    </w:p>
    <w:p w:rsidR="00FF48EC" w:rsidRPr="00FF48EC" w:rsidRDefault="00FF48EC" w:rsidP="00B05892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Výškově nastavitelné kluzáky, na stranách lavice kovové područky,</w:t>
      </w:r>
    </w:p>
    <w:p w:rsidR="00FF48EC" w:rsidRPr="00FF48EC" w:rsidRDefault="00FF48EC" w:rsidP="00B05892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Nosnost minimálně 100 kg na 1 sedátko,</w:t>
      </w:r>
    </w:p>
    <w:p w:rsidR="00FF48EC" w:rsidRPr="00FF48EC" w:rsidRDefault="00FF48EC" w:rsidP="00B05892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Výška sedáku minimálně 400 mm.</w:t>
      </w:r>
    </w:p>
    <w:p w:rsidR="00FF48EC" w:rsidRPr="00FF48EC" w:rsidRDefault="00FF48EC" w:rsidP="00FF48EC">
      <w:pPr>
        <w:rPr>
          <w:b/>
          <w:u w:val="single"/>
        </w:rPr>
      </w:pPr>
      <w:r w:rsidRPr="00FF48EC">
        <w:rPr>
          <w:b/>
          <w:u w:val="single"/>
        </w:rPr>
        <w:t>Celokovová čekárenská lavice s polstrováním</w:t>
      </w:r>
    </w:p>
    <w:p w:rsidR="00FF48EC" w:rsidRPr="00FF48EC" w:rsidRDefault="00FF48EC" w:rsidP="00B05892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Celokovová konstrukce,</w:t>
      </w:r>
    </w:p>
    <w:p w:rsidR="00FF48EC" w:rsidRPr="00FF48EC" w:rsidRDefault="00FF48EC" w:rsidP="00B05892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Sedáky a opěráky vyrobeny z perforovaného plechu o tloušťce min. 1,5 mm,</w:t>
      </w:r>
    </w:p>
    <w:p w:rsidR="00FF48EC" w:rsidRPr="00FF48EC" w:rsidRDefault="00FF48EC" w:rsidP="00B05892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Sedáky a opěráky čalouněné materiálem dle Vyhlášky č. 23/2008 Sb. v minimálně 3 barevných provedeních,</w:t>
      </w:r>
    </w:p>
    <w:p w:rsidR="00FF48EC" w:rsidRPr="00FF48EC" w:rsidRDefault="00FF48EC" w:rsidP="00B05892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Omyvatelný a dezinfikovatelný povrch, vhodný pro používání ve zdravotnictví,</w:t>
      </w:r>
    </w:p>
    <w:p w:rsidR="00FF48EC" w:rsidRPr="00FF48EC" w:rsidRDefault="00FF48EC" w:rsidP="00B05892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Výškově nastavitelné kluzáky, na stranách lavice kovové područky,</w:t>
      </w:r>
    </w:p>
    <w:p w:rsidR="00FF48EC" w:rsidRPr="00FF48EC" w:rsidRDefault="00FF48EC" w:rsidP="00B05892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Nosnost minimálně 100 kg na 1 sedátko,</w:t>
      </w:r>
    </w:p>
    <w:p w:rsidR="00FF48EC" w:rsidRPr="00FF48EC" w:rsidRDefault="00FF48EC" w:rsidP="00B05892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Výška sedáku minimálně 400 mm.</w:t>
      </w:r>
    </w:p>
    <w:p w:rsidR="00FF48EC" w:rsidRPr="00FF48EC" w:rsidRDefault="00FF48EC" w:rsidP="00FF48EC">
      <w:pPr>
        <w:rPr>
          <w:b/>
          <w:u w:val="single"/>
        </w:rPr>
      </w:pPr>
      <w:r w:rsidRPr="00FF48EC">
        <w:rPr>
          <w:b/>
          <w:u w:val="single"/>
        </w:rPr>
        <w:t>Čalouněná čekárenská lavice</w:t>
      </w:r>
    </w:p>
    <w:p w:rsidR="00FF48EC" w:rsidRPr="00FF48EC" w:rsidRDefault="00FF48EC" w:rsidP="00B05892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Kovové podnoží v minimálně 2 barevných provedeních,</w:t>
      </w:r>
    </w:p>
    <w:p w:rsidR="00FF48EC" w:rsidRPr="00FF48EC" w:rsidRDefault="00FF48EC" w:rsidP="00B05892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Sedáky a opěráky čalouněné kvalitní látkou, kůží, koženkou nebo EKO-kůží v minimálně 3 barevných provedeních,</w:t>
      </w:r>
    </w:p>
    <w:p w:rsidR="00FF48EC" w:rsidRPr="00FF48EC" w:rsidRDefault="00FF48EC" w:rsidP="00B05892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Omyvatelný a dezinfikovatelný povrch, vhodný pro používání ve zdravotnictví,</w:t>
      </w:r>
    </w:p>
    <w:p w:rsidR="00FF48EC" w:rsidRPr="00FF48EC" w:rsidRDefault="00FF48EC" w:rsidP="00B05892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Výškově nastavitelné kluzáky,</w:t>
      </w:r>
    </w:p>
    <w:p w:rsidR="00FF48EC" w:rsidRPr="00FF48EC" w:rsidRDefault="00FF48EC" w:rsidP="00B05892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Nosnost minimálně 100 kg na 1 sedátko,</w:t>
      </w:r>
    </w:p>
    <w:p w:rsidR="00FF48EC" w:rsidRPr="00FF48EC" w:rsidRDefault="00FF48EC" w:rsidP="00B05892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Výška sedáku minimálně 400 mm.</w:t>
      </w:r>
    </w:p>
    <w:p w:rsidR="00FF48EC" w:rsidRPr="00FF48EC" w:rsidRDefault="00FF48EC" w:rsidP="00FF48EC">
      <w:pPr>
        <w:rPr>
          <w:b/>
          <w:u w:val="single"/>
        </w:rPr>
      </w:pPr>
      <w:r w:rsidRPr="00FF48EC">
        <w:rPr>
          <w:b/>
          <w:u w:val="single"/>
        </w:rPr>
        <w:t>Plastová čekárenská lavice</w:t>
      </w:r>
    </w:p>
    <w:p w:rsidR="00FF48EC" w:rsidRPr="00FF48EC" w:rsidRDefault="00FF48EC" w:rsidP="00B05892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Kovové podnoží v minimálně 2 barevných provedeních,</w:t>
      </w:r>
    </w:p>
    <w:p w:rsidR="00FF48EC" w:rsidRPr="00FF48EC" w:rsidRDefault="00FF48EC" w:rsidP="00B05892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Sedáky a opěráky plastové v minimálně 5 barevných provedeních,</w:t>
      </w:r>
    </w:p>
    <w:p w:rsidR="00FF48EC" w:rsidRPr="00FF48EC" w:rsidRDefault="00FF48EC" w:rsidP="00B05892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Omyvatelný a dezinfikovatelný povrch, vhodný pro používání ve zdravotnictví,</w:t>
      </w:r>
    </w:p>
    <w:p w:rsidR="00FF48EC" w:rsidRPr="00FF48EC" w:rsidRDefault="00FF48EC" w:rsidP="00B05892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Výškově nastavitelné kluzáky,</w:t>
      </w:r>
    </w:p>
    <w:p w:rsidR="00FF48EC" w:rsidRPr="00FF48EC" w:rsidRDefault="00FF48EC" w:rsidP="00B05892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Nosnost minimálně 100 kg na 1 sedátko,</w:t>
      </w:r>
    </w:p>
    <w:p w:rsidR="00FF48EC" w:rsidRPr="00FF48EC" w:rsidRDefault="00FF48EC" w:rsidP="00B05892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Výška sedáku minimálně 400 mm.</w:t>
      </w:r>
    </w:p>
    <w:p w:rsidR="00FF48EC" w:rsidRPr="00FF48EC" w:rsidRDefault="00FF48EC" w:rsidP="00FF48EC">
      <w:pPr>
        <w:rPr>
          <w:b/>
          <w:u w:val="single"/>
        </w:rPr>
      </w:pPr>
      <w:r w:rsidRPr="00FF48EC">
        <w:rPr>
          <w:b/>
          <w:u w:val="single"/>
        </w:rPr>
        <w:t>Jednací židle bez područek</w:t>
      </w:r>
    </w:p>
    <w:p w:rsidR="00FF48EC" w:rsidRPr="00FF48EC" w:rsidRDefault="00FF48EC" w:rsidP="00B05892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Kovové konstrukce v minimálně 2 barevných provedeních,</w:t>
      </w:r>
    </w:p>
    <w:p w:rsidR="00FF48EC" w:rsidRPr="00FF48EC" w:rsidRDefault="00FF48EC" w:rsidP="00B05892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Výška sedáku minimálně 440 mm,</w:t>
      </w:r>
    </w:p>
    <w:p w:rsidR="00FF48EC" w:rsidRPr="00FF48EC" w:rsidRDefault="00FF48EC" w:rsidP="00B05892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Nosnost minimálně 120 kg,</w:t>
      </w:r>
    </w:p>
    <w:p w:rsidR="00FF48EC" w:rsidRPr="00FF48EC" w:rsidRDefault="00FF48EC" w:rsidP="00B05892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lastRenderedPageBreak/>
        <w:t>Plastové koncovky nohou.</w:t>
      </w:r>
    </w:p>
    <w:p w:rsidR="00FF48EC" w:rsidRPr="00FF48EC" w:rsidRDefault="00FF48EC" w:rsidP="00FF48EC">
      <w:pPr>
        <w:rPr>
          <w:b/>
          <w:u w:val="single"/>
        </w:rPr>
      </w:pPr>
    </w:p>
    <w:p w:rsidR="00FF48EC" w:rsidRPr="00A23957" w:rsidRDefault="00FF48EC" w:rsidP="00FF48EC">
      <w:pPr>
        <w:rPr>
          <w:b/>
          <w:u w:val="single"/>
        </w:rPr>
      </w:pPr>
      <w:r w:rsidRPr="00A23957">
        <w:rPr>
          <w:b/>
          <w:u w:val="single"/>
        </w:rPr>
        <w:t>Jednací židle s područkami</w:t>
      </w:r>
    </w:p>
    <w:p w:rsidR="00FF48EC" w:rsidRPr="00A23957" w:rsidRDefault="00FF48EC" w:rsidP="00B05892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A23957">
        <w:rPr>
          <w:rFonts w:ascii="Times New Roman" w:hAnsi="Times New Roman"/>
          <w:sz w:val="24"/>
          <w:szCs w:val="24"/>
        </w:rPr>
        <w:t>Kovové konstrukce v minimálně 2 barevných provedeních,</w:t>
      </w:r>
    </w:p>
    <w:p w:rsidR="00FF48EC" w:rsidRPr="00A23957" w:rsidRDefault="00FF48EC" w:rsidP="00B05892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A23957">
        <w:rPr>
          <w:rFonts w:ascii="Times New Roman" w:hAnsi="Times New Roman"/>
          <w:sz w:val="24"/>
          <w:szCs w:val="24"/>
        </w:rPr>
        <w:t>Výška sedáku minimálně 440 mm,</w:t>
      </w:r>
    </w:p>
    <w:p w:rsidR="00FF48EC" w:rsidRPr="00A23957" w:rsidRDefault="00FF48EC" w:rsidP="00B05892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A23957">
        <w:rPr>
          <w:rFonts w:ascii="Times New Roman" w:hAnsi="Times New Roman"/>
          <w:sz w:val="24"/>
          <w:szCs w:val="24"/>
        </w:rPr>
        <w:t>Nosnost minimálně 120 kg,</w:t>
      </w:r>
    </w:p>
    <w:p w:rsidR="00FF48EC" w:rsidRPr="00A23957" w:rsidRDefault="00FF48EC" w:rsidP="00B05892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A23957">
        <w:rPr>
          <w:rFonts w:ascii="Times New Roman" w:hAnsi="Times New Roman"/>
          <w:sz w:val="24"/>
          <w:szCs w:val="24"/>
        </w:rPr>
        <w:t>Černé plastové koncovky nohou,</w:t>
      </w:r>
    </w:p>
    <w:p w:rsidR="00FF48EC" w:rsidRPr="00A23957" w:rsidRDefault="00FF48EC" w:rsidP="00B05892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A23957">
        <w:rPr>
          <w:rFonts w:ascii="Times New Roman" w:hAnsi="Times New Roman"/>
          <w:sz w:val="24"/>
          <w:szCs w:val="24"/>
        </w:rPr>
        <w:t>Područky v barvě kovové konstrukce.</w:t>
      </w:r>
    </w:p>
    <w:p w:rsidR="00FF48EC" w:rsidRPr="00FF48EC" w:rsidRDefault="00FF48EC" w:rsidP="00FF48EC">
      <w:pPr>
        <w:rPr>
          <w:b/>
          <w:u w:val="single"/>
        </w:rPr>
      </w:pPr>
      <w:r w:rsidRPr="00FF48EC">
        <w:rPr>
          <w:b/>
          <w:u w:val="single"/>
        </w:rPr>
        <w:t>Dřevěná židle</w:t>
      </w:r>
    </w:p>
    <w:p w:rsidR="00FF48EC" w:rsidRPr="00FF48EC" w:rsidRDefault="00FF48EC" w:rsidP="00B05892">
      <w:pPr>
        <w:pStyle w:val="Odstavecseseznamem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Kovová kostra v minimálně 2 barevných provedeních,</w:t>
      </w:r>
    </w:p>
    <w:p w:rsidR="00FF48EC" w:rsidRPr="00FF48EC" w:rsidRDefault="00FF48EC" w:rsidP="00B05892">
      <w:pPr>
        <w:pStyle w:val="Odstavecseseznamem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 xml:space="preserve">Výška sedáku minimálně 440 mm, </w:t>
      </w:r>
    </w:p>
    <w:p w:rsidR="00FF48EC" w:rsidRPr="00FF48EC" w:rsidRDefault="00FF48EC" w:rsidP="00B05892">
      <w:pPr>
        <w:pStyle w:val="Odstavecseseznamem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Stohovatelná,</w:t>
      </w:r>
    </w:p>
    <w:p w:rsidR="00FF48EC" w:rsidRPr="00FF48EC" w:rsidRDefault="00FF48EC" w:rsidP="00B05892">
      <w:pPr>
        <w:pStyle w:val="Odstavecseseznamem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Korpus z tvarované jednodílné překližky potažený laminem v minimálně 3 barevných provedeních,</w:t>
      </w:r>
    </w:p>
    <w:p w:rsidR="00FF48EC" w:rsidRPr="00FF48EC" w:rsidRDefault="00FF48EC" w:rsidP="00B05892">
      <w:pPr>
        <w:pStyle w:val="Odstavecseseznamem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Minimální výška židle 850 mm,</w:t>
      </w:r>
    </w:p>
    <w:p w:rsidR="00FF48EC" w:rsidRPr="00FF48EC" w:rsidRDefault="00FF48EC" w:rsidP="00B05892">
      <w:pPr>
        <w:pStyle w:val="Odstavecseseznamem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Nosnost minimálně 110 kg.</w:t>
      </w:r>
    </w:p>
    <w:p w:rsidR="00FF48EC" w:rsidRPr="00FF48EC" w:rsidRDefault="00FF48EC" w:rsidP="00FF48EC">
      <w:pPr>
        <w:rPr>
          <w:b/>
          <w:u w:val="single"/>
        </w:rPr>
      </w:pPr>
      <w:r w:rsidRPr="00FF48EC">
        <w:rPr>
          <w:b/>
          <w:u w:val="single"/>
        </w:rPr>
        <w:t>Laboratorní židle</w:t>
      </w:r>
    </w:p>
    <w:p w:rsidR="00FF48EC" w:rsidRPr="00FF48EC" w:rsidRDefault="00FF48EC" w:rsidP="00FF48EC">
      <w:pPr>
        <w:rPr>
          <w:color w:val="000000"/>
        </w:rPr>
      </w:pPr>
      <w:r w:rsidRPr="00FF48EC">
        <w:rPr>
          <w:color w:val="000000"/>
        </w:rPr>
        <w:t>Laboratorní židle s opěrákem</w:t>
      </w:r>
    </w:p>
    <w:p w:rsidR="00FF48EC" w:rsidRPr="00FF48EC" w:rsidRDefault="00FF48EC" w:rsidP="00B05892">
      <w:pPr>
        <w:pStyle w:val="Odstavecseseznamem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Sedák a opěrák z PUR,</w:t>
      </w:r>
    </w:p>
    <w:p w:rsidR="00FF48EC" w:rsidRPr="00FF48EC" w:rsidRDefault="00FF48EC" w:rsidP="00B05892">
      <w:pPr>
        <w:pStyle w:val="Odstavecseseznamem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Omyvatelný a dezinfikovatelný povrch, vhodný pro používání ve zdravotnictví,</w:t>
      </w:r>
    </w:p>
    <w:p w:rsidR="00FF48EC" w:rsidRPr="00FF48EC" w:rsidRDefault="00FF48EC" w:rsidP="00B05892">
      <w:pPr>
        <w:pStyle w:val="Odstavecseseznamem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Nastavení výšky sezení, výškové nastavení opěrky,</w:t>
      </w:r>
    </w:p>
    <w:p w:rsidR="00FF48EC" w:rsidRPr="00FF48EC" w:rsidRDefault="00FF48EC" w:rsidP="00B05892">
      <w:pPr>
        <w:pStyle w:val="Odstavecseseznamem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proofErr w:type="gramStart"/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5-ti</w:t>
      </w:r>
      <w:proofErr w:type="gramEnd"/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ramenný chromovaný kříž, nosnost min. 120 kg,</w:t>
      </w:r>
    </w:p>
    <w:p w:rsidR="00FF48EC" w:rsidRPr="00FF48EC" w:rsidRDefault="00FF48EC" w:rsidP="00B05892">
      <w:pPr>
        <w:pStyle w:val="Odstavecseseznamem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Kolečka univerzální nebo na tvrdou podlahu,</w:t>
      </w:r>
    </w:p>
    <w:p w:rsidR="00FF48EC" w:rsidRPr="00FF48EC" w:rsidRDefault="00FF48EC" w:rsidP="00B05892">
      <w:pPr>
        <w:pStyle w:val="Odstavecseseznamem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 zvýšené židle chromovaný výškově stavitelný opěrný kruh na nohy.</w:t>
      </w:r>
    </w:p>
    <w:p w:rsidR="00FF48EC" w:rsidRPr="00FF48EC" w:rsidRDefault="00FF48EC" w:rsidP="00FF48EC"/>
    <w:p w:rsidR="00FF48EC" w:rsidRPr="00FF48EC" w:rsidRDefault="00FF48EC" w:rsidP="00FF48EC">
      <w:r w:rsidRPr="00FF48EC">
        <w:t>Laboratorní židle bez opěráku</w:t>
      </w:r>
    </w:p>
    <w:p w:rsidR="00FF48EC" w:rsidRPr="00FF48EC" w:rsidRDefault="00FF48EC" w:rsidP="00B05892">
      <w:pPr>
        <w:pStyle w:val="Odstavecseseznamem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Výškově nastavitelný otočný sedák čalouněn v kožence nebo EKO-kůži,</w:t>
      </w:r>
    </w:p>
    <w:p w:rsidR="00FF48EC" w:rsidRPr="00FF48EC" w:rsidRDefault="00FF48EC" w:rsidP="00B05892">
      <w:pPr>
        <w:pStyle w:val="Odstavecseseznamem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Omyvatelný a dezinfikovatelný povrch, vhodný pro používání ve zdravotnictví,</w:t>
      </w:r>
    </w:p>
    <w:p w:rsidR="00FF48EC" w:rsidRPr="00FF48EC" w:rsidRDefault="00FF48EC" w:rsidP="00B05892">
      <w:pPr>
        <w:pStyle w:val="Odstavecseseznamem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Sedák o průměru minimálně 380 mm,</w:t>
      </w:r>
    </w:p>
    <w:p w:rsidR="00FF48EC" w:rsidRPr="00FF48EC" w:rsidRDefault="00FF48EC" w:rsidP="00B05892">
      <w:pPr>
        <w:pStyle w:val="Odstavecseseznamem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proofErr w:type="gramStart"/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5-ti</w:t>
      </w:r>
      <w:proofErr w:type="gramEnd"/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ramenný </w:t>
      </w:r>
      <w:r w:rsidR="00E5442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chromovaný kříž, nosnost min. 12</w:t>
      </w: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0 kg,</w:t>
      </w:r>
    </w:p>
    <w:p w:rsidR="00FF48EC" w:rsidRPr="00FF48EC" w:rsidRDefault="00FF48EC" w:rsidP="00B05892">
      <w:pPr>
        <w:pStyle w:val="Odstavecseseznamem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Kolečka univerzální nebo na tvrdou podlahu.</w:t>
      </w:r>
    </w:p>
    <w:p w:rsidR="00FF48EC" w:rsidRPr="00FF48EC" w:rsidRDefault="00FF48EC" w:rsidP="00FF48EC">
      <w:pPr>
        <w:rPr>
          <w:color w:val="000000"/>
        </w:rPr>
      </w:pPr>
    </w:p>
    <w:p w:rsidR="00FF48EC" w:rsidRPr="00FF48EC" w:rsidRDefault="00FF48EC" w:rsidP="00FF48EC">
      <w:pPr>
        <w:rPr>
          <w:b/>
          <w:color w:val="000000"/>
          <w:u w:val="single"/>
        </w:rPr>
      </w:pPr>
      <w:r w:rsidRPr="00FF48EC">
        <w:rPr>
          <w:b/>
          <w:color w:val="000000"/>
          <w:u w:val="single"/>
        </w:rPr>
        <w:t>Dřevěné křeslo</w:t>
      </w:r>
    </w:p>
    <w:p w:rsidR="00FF48EC" w:rsidRPr="00FF48EC" w:rsidRDefault="00FF48EC" w:rsidP="00FF48EC">
      <w:pPr>
        <w:rPr>
          <w:b/>
          <w:color w:val="000000"/>
          <w:u w:val="single"/>
        </w:rPr>
      </w:pPr>
    </w:p>
    <w:p w:rsidR="00FF48EC" w:rsidRPr="00FF48EC" w:rsidRDefault="00FF48EC" w:rsidP="00B05892">
      <w:pPr>
        <w:pStyle w:val="Odstavecseseznamem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Moření dřeva v minimálně 3 odstínech,</w:t>
      </w:r>
    </w:p>
    <w:p w:rsidR="00FF48EC" w:rsidRPr="00FF48EC" w:rsidRDefault="00FF48EC" w:rsidP="00B05892">
      <w:pPr>
        <w:pStyle w:val="Odstavecseseznamem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Omyvatelný a dezinfikovatelný povrch, vhodný pro používání ve zdravotnictví,</w:t>
      </w:r>
    </w:p>
    <w:p w:rsidR="00FF48EC" w:rsidRPr="00FF48EC" w:rsidRDefault="00FF48EC" w:rsidP="00B05892">
      <w:pPr>
        <w:pStyle w:val="Odstavecseseznamem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Čalouněno látkou, koženkou nebo EKO-kůží v minimálně 5 barevných provedeních,</w:t>
      </w:r>
    </w:p>
    <w:p w:rsidR="00FF48EC" w:rsidRPr="00FF48EC" w:rsidRDefault="00FF48EC" w:rsidP="00B05892">
      <w:pPr>
        <w:pStyle w:val="Odstavecseseznamem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Otěruvzdornost min. 50 000 cyklů,</w:t>
      </w:r>
    </w:p>
    <w:p w:rsidR="00FF48EC" w:rsidRDefault="00054C46" w:rsidP="00B05892">
      <w:pPr>
        <w:pStyle w:val="Odstavecseseznamem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Vysoké křeslo: v</w:t>
      </w:r>
      <w:r w:rsidR="00FF48EC"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ýška sedáku minimálně 370 mm,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výška křesla minimálně 1000 mm,</w:t>
      </w:r>
      <w:r w:rsidR="00694E8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šířka sedáku minimálně 500 mm, hloubka sedáku minimálně 470 mm,</w:t>
      </w:r>
    </w:p>
    <w:p w:rsidR="00054C46" w:rsidRPr="00FF48EC" w:rsidRDefault="00054C46" w:rsidP="00B05892">
      <w:pPr>
        <w:pStyle w:val="Odstavecseseznamem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Nízké křeslo: výška sedáku minimálně 440 mm, výška křesla </w:t>
      </w:r>
      <w:r w:rsidR="00694E8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minimálně 850 mm, šířka a hloubka sedáku minimálně 480 mm.</w:t>
      </w:r>
    </w:p>
    <w:p w:rsidR="00FF48EC" w:rsidRPr="00FF48EC" w:rsidRDefault="00FF48EC" w:rsidP="00FF48EC">
      <w:pPr>
        <w:rPr>
          <w:b/>
          <w:color w:val="000000"/>
          <w:u w:val="single"/>
        </w:rPr>
      </w:pPr>
    </w:p>
    <w:p w:rsidR="00694E86" w:rsidRDefault="00694E86" w:rsidP="00FF48EC">
      <w:pPr>
        <w:rPr>
          <w:b/>
          <w:color w:val="000000"/>
          <w:u w:val="single"/>
        </w:rPr>
      </w:pPr>
    </w:p>
    <w:p w:rsidR="00FF48EC" w:rsidRPr="00FF48EC" w:rsidRDefault="00FF48EC" w:rsidP="00FF48EC">
      <w:pPr>
        <w:rPr>
          <w:b/>
          <w:color w:val="000000"/>
          <w:u w:val="single"/>
        </w:rPr>
      </w:pPr>
      <w:r w:rsidRPr="00FF48EC">
        <w:rPr>
          <w:b/>
          <w:color w:val="000000"/>
          <w:u w:val="single"/>
        </w:rPr>
        <w:lastRenderedPageBreak/>
        <w:t>Polohovací křeslo</w:t>
      </w:r>
    </w:p>
    <w:p w:rsidR="00FF48EC" w:rsidRPr="00FF48EC" w:rsidRDefault="00FF48EC" w:rsidP="00FF48EC">
      <w:pPr>
        <w:rPr>
          <w:color w:val="000000"/>
        </w:rPr>
      </w:pPr>
    </w:p>
    <w:p w:rsidR="00FF48EC" w:rsidRPr="00FF48EC" w:rsidRDefault="00FF48EC" w:rsidP="00B05892">
      <w:pPr>
        <w:pStyle w:val="Odstavecseseznamem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Polohovací křeslo s vyso</w:t>
      </w:r>
      <w:r w:rsidR="00370DD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uvací podnožkou a ručními opěrkami</w:t>
      </w: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</w:p>
    <w:p w:rsidR="00FF48EC" w:rsidRPr="00FF48EC" w:rsidRDefault="00FF48EC" w:rsidP="00B05892">
      <w:pPr>
        <w:pStyle w:val="Odstavecseseznamem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Omyvatelný a dezinfikovatelný povrch, vhodný pro používání ve zdravotnictví,</w:t>
      </w:r>
    </w:p>
    <w:p w:rsidR="00FF48EC" w:rsidRPr="00FF48EC" w:rsidRDefault="00130C26" w:rsidP="00B05892">
      <w:pPr>
        <w:pStyle w:val="Odstavecseseznamem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Celoč</w:t>
      </w:r>
      <w:r w:rsidR="00FF48EC"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alouněno koženkou nebo EKO-kůží v minimálně 2 barevných provedeních,</w:t>
      </w:r>
    </w:p>
    <w:p w:rsidR="00FF48EC" w:rsidRPr="00FF48EC" w:rsidRDefault="00FF48EC" w:rsidP="00B05892">
      <w:pPr>
        <w:pStyle w:val="Odstavecseseznamem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Výška sedáku min. 420 mm, šířka sedáku min. 470 mm, hloubka sedáku min. 480 mm, výška křesla minimálně 1000 mm, </w:t>
      </w:r>
    </w:p>
    <w:p w:rsidR="00FF48EC" w:rsidRPr="00FF48EC" w:rsidRDefault="00FF48EC" w:rsidP="00B05892">
      <w:pPr>
        <w:pStyle w:val="Odstavecseseznamem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Nosnost minimálně 120 kg,</w:t>
      </w:r>
    </w:p>
    <w:p w:rsidR="00370DDE" w:rsidRDefault="00FF48EC" w:rsidP="00B05892">
      <w:pPr>
        <w:pStyle w:val="Odstavecseseznamem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Vysouvací podnožka s délkou ložné plochy min. 1700 mm</w:t>
      </w:r>
      <w:r w:rsidR="00370DD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</w:p>
    <w:p w:rsidR="00FF48EC" w:rsidRPr="00FF48EC" w:rsidRDefault="00370DDE" w:rsidP="00B05892">
      <w:pPr>
        <w:pStyle w:val="Odstavecseseznamem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Pevné nohy bez koleček</w:t>
      </w:r>
      <w:r w:rsidR="00FF48EC"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FF48EC" w:rsidRPr="00FF48EC" w:rsidRDefault="00FF48EC" w:rsidP="00FF48EC">
      <w:pPr>
        <w:rPr>
          <w:b/>
          <w:color w:val="000000"/>
          <w:u w:val="single"/>
        </w:rPr>
      </w:pPr>
    </w:p>
    <w:p w:rsidR="00FF48EC" w:rsidRPr="00801964" w:rsidRDefault="00FF48EC" w:rsidP="00FF48EC">
      <w:pPr>
        <w:rPr>
          <w:b/>
          <w:color w:val="000000"/>
          <w:u w:val="single"/>
        </w:rPr>
      </w:pPr>
      <w:r w:rsidRPr="00801964">
        <w:rPr>
          <w:b/>
          <w:color w:val="000000"/>
          <w:u w:val="single"/>
        </w:rPr>
        <w:t>Kancelářské židle</w:t>
      </w:r>
    </w:p>
    <w:p w:rsidR="00FF48EC" w:rsidRPr="009A59D9" w:rsidRDefault="00FF48EC" w:rsidP="00FF48EC">
      <w:pPr>
        <w:rPr>
          <w:b/>
          <w:color w:val="000000"/>
          <w:highlight w:val="cyan"/>
          <w:u w:val="single"/>
        </w:rPr>
      </w:pPr>
    </w:p>
    <w:p w:rsidR="00FF48EC" w:rsidRPr="00CB46E1" w:rsidRDefault="00FF48EC" w:rsidP="00FF48EC">
      <w:pPr>
        <w:rPr>
          <w:color w:val="000000"/>
        </w:rPr>
      </w:pPr>
      <w:r w:rsidRPr="00CB46E1">
        <w:rPr>
          <w:color w:val="000000"/>
        </w:rPr>
        <w:t>Kancelářská židle – síťovina</w:t>
      </w:r>
    </w:p>
    <w:p w:rsidR="00FF48EC" w:rsidRPr="00CB46E1" w:rsidRDefault="00FF48EC" w:rsidP="00B05892">
      <w:pPr>
        <w:pStyle w:val="Odstavecseseznamem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CB46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Otočná, pojízdná,</w:t>
      </w:r>
    </w:p>
    <w:p w:rsidR="00FF48EC" w:rsidRPr="00CB46E1" w:rsidRDefault="00FF48EC" w:rsidP="00B05892">
      <w:pPr>
        <w:pStyle w:val="Odstavecseseznamem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CB46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Výškově stavitelné područky,</w:t>
      </w:r>
    </w:p>
    <w:p w:rsidR="00FF48EC" w:rsidRPr="00CB46E1" w:rsidRDefault="00FF48EC" w:rsidP="00B05892">
      <w:pPr>
        <w:pStyle w:val="Odstavecseseznamem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CB46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Synchronní mechanika s nastavením síly protiváhy a minimálně 4 polohy aretace,</w:t>
      </w:r>
    </w:p>
    <w:p w:rsidR="00FF48EC" w:rsidRPr="00CB46E1" w:rsidRDefault="00FF48EC" w:rsidP="00B05892">
      <w:pPr>
        <w:pStyle w:val="Odstavecseseznamem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CB46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Sedák čalouněný látkou, šířka sedáku min. 500 mm, hloubka sedáku min. 450 mm,</w:t>
      </w:r>
    </w:p>
    <w:p w:rsidR="00FF48EC" w:rsidRPr="00CB46E1" w:rsidRDefault="00FF48EC" w:rsidP="00B05892">
      <w:pPr>
        <w:pStyle w:val="Odstavecseseznamem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CB46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Opěrák čalouněný samonosnou síťovinou v minimálně 3 barevných provedeních,</w:t>
      </w:r>
    </w:p>
    <w:p w:rsidR="00FF48EC" w:rsidRPr="00CB46E1" w:rsidRDefault="00FF48EC" w:rsidP="00B05892">
      <w:pPr>
        <w:pStyle w:val="Odstavecseseznamem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CB46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Otěruvzdornost min. 80 000 cyklů,</w:t>
      </w:r>
    </w:p>
    <w:p w:rsidR="00FF48EC" w:rsidRPr="00CB46E1" w:rsidRDefault="00FF48EC" w:rsidP="00B05892">
      <w:pPr>
        <w:pStyle w:val="Odstavecseseznamem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CB46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Výškově nastavitelný sedák, celková výška židle min. 1050 mm,</w:t>
      </w:r>
    </w:p>
    <w:p w:rsidR="00FF48EC" w:rsidRPr="00CB46E1" w:rsidRDefault="00FF48EC" w:rsidP="00B05892">
      <w:pPr>
        <w:pStyle w:val="Odstavecseseznamem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proofErr w:type="gramStart"/>
      <w:r w:rsidRPr="00CB46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5-ti</w:t>
      </w:r>
      <w:proofErr w:type="gramEnd"/>
      <w:r w:rsidRPr="00CB46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ramenný kovový kříž, nosnost min. 130 kg,</w:t>
      </w:r>
    </w:p>
    <w:p w:rsidR="00FF48EC" w:rsidRPr="00CB46E1" w:rsidRDefault="00FF48EC" w:rsidP="00B05892">
      <w:pPr>
        <w:pStyle w:val="Odstavecseseznamem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CB46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Kolečka univerzální nebo na tvrdou podlahu.</w:t>
      </w:r>
    </w:p>
    <w:p w:rsidR="00FF48EC" w:rsidRPr="009A59D9" w:rsidRDefault="00FF48EC" w:rsidP="00FF48EC">
      <w:pPr>
        <w:rPr>
          <w:color w:val="000000"/>
          <w:highlight w:val="cyan"/>
        </w:rPr>
      </w:pPr>
    </w:p>
    <w:p w:rsidR="00FF48EC" w:rsidRPr="00CB46E1" w:rsidRDefault="00FF48EC" w:rsidP="00FF48EC">
      <w:pPr>
        <w:rPr>
          <w:color w:val="000000"/>
        </w:rPr>
      </w:pPr>
      <w:r w:rsidRPr="00CB46E1">
        <w:rPr>
          <w:color w:val="000000"/>
        </w:rPr>
        <w:t>Kancelářská židle – látková</w:t>
      </w:r>
    </w:p>
    <w:p w:rsidR="00FF48EC" w:rsidRPr="00CB46E1" w:rsidRDefault="00FF48EC" w:rsidP="00B05892">
      <w:pPr>
        <w:pStyle w:val="Odstavecseseznamem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CB46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Otočná, pojízdná,</w:t>
      </w:r>
    </w:p>
    <w:p w:rsidR="00FF48EC" w:rsidRPr="00CB46E1" w:rsidRDefault="00FF48EC" w:rsidP="00B05892">
      <w:pPr>
        <w:pStyle w:val="Odstavecseseznamem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CB46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Výškově stavitelné područky,</w:t>
      </w:r>
    </w:p>
    <w:p w:rsidR="00FF48EC" w:rsidRPr="00CB46E1" w:rsidRDefault="00FF48EC" w:rsidP="00B05892">
      <w:pPr>
        <w:pStyle w:val="Odstavecseseznamem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CB46E1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Synchronní</w:t>
      </w:r>
      <w:r w:rsidRPr="00CB46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mechanika s nastavením síly protiváhy a minimálně 4 polohy aretace,</w:t>
      </w:r>
    </w:p>
    <w:p w:rsidR="00FF48EC" w:rsidRPr="00CB46E1" w:rsidRDefault="00FF48EC" w:rsidP="00B05892">
      <w:pPr>
        <w:pStyle w:val="Odstavecseseznamem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CB46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Sedák a opěrák čalouněný látkou, šířka sedáku min. 480 mm, hloubka sedáku min. 450 mm,</w:t>
      </w:r>
    </w:p>
    <w:p w:rsidR="00FF48EC" w:rsidRPr="00CB46E1" w:rsidRDefault="00FF48EC" w:rsidP="00B05892">
      <w:pPr>
        <w:pStyle w:val="Odstavecseseznamem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CB46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Minimálně ve 3 barevných provedeních,</w:t>
      </w:r>
    </w:p>
    <w:p w:rsidR="00FF48EC" w:rsidRPr="00CB46E1" w:rsidRDefault="00FF48EC" w:rsidP="00B05892">
      <w:pPr>
        <w:pStyle w:val="Odstavecseseznamem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CB46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Omyvatelný a dezinfikovatelný povrch, vhodný pro používání ve zdravotnictví,</w:t>
      </w:r>
    </w:p>
    <w:p w:rsidR="00FF48EC" w:rsidRPr="00CB46E1" w:rsidRDefault="00FF48EC" w:rsidP="00B05892">
      <w:pPr>
        <w:pStyle w:val="Odstavecseseznamem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CB46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Otěruvzdornost min. 80 000 cyklů,</w:t>
      </w:r>
    </w:p>
    <w:p w:rsidR="00FF48EC" w:rsidRPr="00CB46E1" w:rsidRDefault="00FF48EC" w:rsidP="00B05892">
      <w:pPr>
        <w:pStyle w:val="Odstavecseseznamem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CB46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Výškově nastavitelný sedák, celková výška židle min. 1050 mm,</w:t>
      </w:r>
    </w:p>
    <w:p w:rsidR="00FF48EC" w:rsidRPr="00CB46E1" w:rsidRDefault="00FF48EC" w:rsidP="00B05892">
      <w:pPr>
        <w:pStyle w:val="Odstavecseseznamem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proofErr w:type="gramStart"/>
      <w:r w:rsidRPr="00CB46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5-ti</w:t>
      </w:r>
      <w:proofErr w:type="gramEnd"/>
      <w:r w:rsidRPr="00CB46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ramenný kovový kříž, nosnost min</w:t>
      </w:r>
      <w:r w:rsidRPr="0080196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130 kg,</w:t>
      </w:r>
    </w:p>
    <w:p w:rsidR="00FF48EC" w:rsidRPr="00CB46E1" w:rsidRDefault="00FF48EC" w:rsidP="00B05892">
      <w:pPr>
        <w:pStyle w:val="Odstavecseseznamem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CB46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Kolečka univerzální nebo na tvrdou podlahu.</w:t>
      </w:r>
    </w:p>
    <w:p w:rsidR="00FF48EC" w:rsidRPr="009A59D9" w:rsidRDefault="00FF48EC" w:rsidP="00FF48EC">
      <w:pPr>
        <w:rPr>
          <w:color w:val="000000"/>
          <w:highlight w:val="cyan"/>
        </w:rPr>
      </w:pPr>
    </w:p>
    <w:p w:rsidR="00FF48EC" w:rsidRPr="00CB46E1" w:rsidRDefault="00FF48EC" w:rsidP="00FF48EC">
      <w:pPr>
        <w:rPr>
          <w:color w:val="000000"/>
        </w:rPr>
      </w:pPr>
      <w:r w:rsidRPr="00CB46E1">
        <w:rPr>
          <w:color w:val="000000"/>
        </w:rPr>
        <w:t>Kancelářská židle – látková</w:t>
      </w:r>
    </w:p>
    <w:p w:rsidR="00FF48EC" w:rsidRPr="00CB46E1" w:rsidRDefault="00FF48EC" w:rsidP="00B05892">
      <w:pPr>
        <w:pStyle w:val="Odstavecseseznamem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CB46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Otočná, pojízdná,</w:t>
      </w:r>
    </w:p>
    <w:p w:rsidR="00FF48EC" w:rsidRPr="00CB46E1" w:rsidRDefault="00FF48EC" w:rsidP="00B05892">
      <w:pPr>
        <w:pStyle w:val="Odstavecseseznamem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CB46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Výškově stavitelné područky,</w:t>
      </w:r>
    </w:p>
    <w:p w:rsidR="00FF48EC" w:rsidRPr="00CB46E1" w:rsidRDefault="00FF48EC" w:rsidP="00B05892">
      <w:pPr>
        <w:pStyle w:val="Odstavecseseznamem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CB46E1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Asynchronní</w:t>
      </w:r>
      <w:r w:rsidRPr="00CB46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mechanika s nastavením síly protiváhy a minimálně 4 polohy aretace,</w:t>
      </w:r>
    </w:p>
    <w:p w:rsidR="00FF48EC" w:rsidRPr="00CB46E1" w:rsidRDefault="00FF48EC" w:rsidP="00B05892">
      <w:pPr>
        <w:pStyle w:val="Odstavecseseznamem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CB46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Sedák a opěrák čalouněný látkou, šířka sedáku min. 480 mm, hloubka sedáku min. 450 mm,</w:t>
      </w:r>
    </w:p>
    <w:p w:rsidR="00FF48EC" w:rsidRPr="00CB46E1" w:rsidRDefault="00FF48EC" w:rsidP="00B05892">
      <w:pPr>
        <w:pStyle w:val="Odstavecseseznamem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CB46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Minimálně ve 3 barevných provedeních,</w:t>
      </w:r>
    </w:p>
    <w:p w:rsidR="00FF48EC" w:rsidRPr="00CB46E1" w:rsidRDefault="00FF48EC" w:rsidP="00B05892">
      <w:pPr>
        <w:pStyle w:val="Odstavecseseznamem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CB46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Omyvatelný a dezinfikovatelný povrch, vhodný pro používání ve zdravotnictví,</w:t>
      </w:r>
    </w:p>
    <w:p w:rsidR="00FF48EC" w:rsidRPr="00CB46E1" w:rsidRDefault="00FF48EC" w:rsidP="00B05892">
      <w:pPr>
        <w:pStyle w:val="Odstavecseseznamem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CB46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Otěruvzdornost min. 80 000 cyklů,</w:t>
      </w:r>
    </w:p>
    <w:p w:rsidR="00FF48EC" w:rsidRPr="00CB46E1" w:rsidRDefault="00FF48EC" w:rsidP="00B05892">
      <w:pPr>
        <w:pStyle w:val="Odstavecseseznamem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CB46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Výškově nastavitelný sedák, celková výška židle min. 1050 mm,</w:t>
      </w:r>
    </w:p>
    <w:p w:rsidR="00FF48EC" w:rsidRPr="00CB46E1" w:rsidRDefault="00FF48EC" w:rsidP="00B05892">
      <w:pPr>
        <w:pStyle w:val="Odstavecseseznamem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proofErr w:type="gramStart"/>
      <w:r w:rsidRPr="00CB46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5-ti</w:t>
      </w:r>
      <w:proofErr w:type="gramEnd"/>
      <w:r w:rsidRPr="00CB46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ramenný kovový kříž, </w:t>
      </w:r>
      <w:r w:rsidRPr="0080196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minimální nosnost dle katalogu zadavatele,</w:t>
      </w:r>
    </w:p>
    <w:p w:rsidR="00FF48EC" w:rsidRPr="00CB46E1" w:rsidRDefault="00FF48EC" w:rsidP="00B05892">
      <w:pPr>
        <w:pStyle w:val="Odstavecseseznamem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CB46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lastRenderedPageBreak/>
        <w:t>Kolečka univerzální nebo na tvrdou podlahu.</w:t>
      </w:r>
    </w:p>
    <w:p w:rsidR="00FF48EC" w:rsidRPr="009A59D9" w:rsidRDefault="00FF48EC" w:rsidP="00FF48EC">
      <w:pPr>
        <w:rPr>
          <w:color w:val="000000"/>
          <w:highlight w:val="cyan"/>
        </w:rPr>
      </w:pPr>
    </w:p>
    <w:p w:rsidR="00FF48EC" w:rsidRPr="00413464" w:rsidRDefault="00FF48EC" w:rsidP="00FF48EC">
      <w:pPr>
        <w:rPr>
          <w:color w:val="000000"/>
        </w:rPr>
      </w:pPr>
      <w:r w:rsidRPr="00413464">
        <w:rPr>
          <w:color w:val="000000"/>
        </w:rPr>
        <w:t>Kancelářská židle – kožená</w:t>
      </w:r>
    </w:p>
    <w:p w:rsidR="00FF48EC" w:rsidRPr="00413464" w:rsidRDefault="00FF48EC" w:rsidP="00B05892">
      <w:pPr>
        <w:pStyle w:val="Odstavecseseznamem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41346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Otočná, pojízdná,</w:t>
      </w:r>
    </w:p>
    <w:p w:rsidR="00FF48EC" w:rsidRPr="00413464" w:rsidRDefault="00FF48EC" w:rsidP="00B05892">
      <w:pPr>
        <w:pStyle w:val="Odstavecseseznamem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41346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Pevné područky s měkkým čalouněním v barvě židle,</w:t>
      </w:r>
    </w:p>
    <w:p w:rsidR="00FF48EC" w:rsidRPr="00413464" w:rsidRDefault="00FF48EC" w:rsidP="00B05892">
      <w:pPr>
        <w:pStyle w:val="Odstavecseseznamem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41346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Houpací mechanika s nastavením síly protiváhy,</w:t>
      </w:r>
    </w:p>
    <w:p w:rsidR="00FF48EC" w:rsidRPr="00413464" w:rsidRDefault="00FF48EC" w:rsidP="00B05892">
      <w:pPr>
        <w:pStyle w:val="Odstavecseseznamem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41346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Sedák a opěrák čalouněný EKO – kůží nebo koženkou, šířka sedáku min. 500 mm, hloubka sedáku min. 500 mm,</w:t>
      </w:r>
    </w:p>
    <w:p w:rsidR="00FF48EC" w:rsidRPr="00413464" w:rsidRDefault="00FF48EC" w:rsidP="00B05892">
      <w:pPr>
        <w:pStyle w:val="Odstavecseseznamem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41346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Minimálně ve 3 barevných provedeních,</w:t>
      </w:r>
    </w:p>
    <w:p w:rsidR="00FF48EC" w:rsidRPr="00413464" w:rsidRDefault="00FF48EC" w:rsidP="00B05892">
      <w:pPr>
        <w:pStyle w:val="Odstavecseseznamem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41346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Omyvatelný a dezinfikovatelný povrch, vhodný pro používání ve zdravotnictví,</w:t>
      </w:r>
    </w:p>
    <w:p w:rsidR="00FF48EC" w:rsidRPr="00413464" w:rsidRDefault="00FF48EC" w:rsidP="00B05892">
      <w:pPr>
        <w:pStyle w:val="Odstavecseseznamem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41346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Otěruvzdornost min. 80 000 cyklů,</w:t>
      </w:r>
    </w:p>
    <w:p w:rsidR="00FF48EC" w:rsidRPr="00413464" w:rsidRDefault="00FF48EC" w:rsidP="00B05892">
      <w:pPr>
        <w:pStyle w:val="Odstavecseseznamem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41346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Výškově nastavitelný sedák, celková výška židle min. 1050 mm,</w:t>
      </w:r>
    </w:p>
    <w:p w:rsidR="00FF48EC" w:rsidRPr="00413464" w:rsidRDefault="00FF48EC" w:rsidP="00B05892">
      <w:pPr>
        <w:pStyle w:val="Odstavecseseznamem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proofErr w:type="gramStart"/>
      <w:r w:rsidRPr="0041346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5-ti</w:t>
      </w:r>
      <w:proofErr w:type="gramEnd"/>
      <w:r w:rsidRPr="0041346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ramenný kovový kříž, minimální nosnost dle katalogu zadavatele,</w:t>
      </w:r>
    </w:p>
    <w:p w:rsidR="00FF48EC" w:rsidRPr="00413464" w:rsidRDefault="00FF48EC" w:rsidP="00B05892">
      <w:pPr>
        <w:pStyle w:val="Odstavecseseznamem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41346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Kolečka univerzální nebo na tvrdou podlahu.</w:t>
      </w:r>
    </w:p>
    <w:p w:rsidR="00FF48EC" w:rsidRPr="009A59D9" w:rsidRDefault="00FF48EC" w:rsidP="00FF48EC">
      <w:pPr>
        <w:rPr>
          <w:color w:val="000000"/>
          <w:highlight w:val="cyan"/>
        </w:rPr>
      </w:pPr>
    </w:p>
    <w:p w:rsidR="00FF48EC" w:rsidRPr="009238C6" w:rsidRDefault="00FF48EC" w:rsidP="00FF48EC">
      <w:pPr>
        <w:rPr>
          <w:color w:val="000000"/>
        </w:rPr>
      </w:pPr>
      <w:r w:rsidRPr="009238C6">
        <w:rPr>
          <w:color w:val="000000"/>
        </w:rPr>
        <w:t>Manažerská židle – pravá kůže</w:t>
      </w:r>
    </w:p>
    <w:p w:rsidR="00FF48EC" w:rsidRPr="009238C6" w:rsidRDefault="00FF48EC" w:rsidP="00B05892">
      <w:pPr>
        <w:pStyle w:val="Odstavecseseznamem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9238C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Otočná, pojízdná,</w:t>
      </w:r>
    </w:p>
    <w:p w:rsidR="00FF48EC" w:rsidRPr="009238C6" w:rsidRDefault="00801964" w:rsidP="00B05892">
      <w:pPr>
        <w:pStyle w:val="Odstavecseseznamem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Elegantní výškově a hloubkově stavitelné područky</w:t>
      </w:r>
      <w:r w:rsidR="00FF48EC" w:rsidRPr="009238C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</w:p>
    <w:p w:rsidR="00FF48EC" w:rsidRPr="009238C6" w:rsidRDefault="00FF48EC" w:rsidP="00B05892">
      <w:pPr>
        <w:pStyle w:val="Odstavecseseznamem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9238C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Houpací mechanika s několikanásobnou blokací a nastavením síly protiváhy opěráku dle hmotnosti uživatele,</w:t>
      </w:r>
    </w:p>
    <w:p w:rsidR="00FF48EC" w:rsidRPr="009238C6" w:rsidRDefault="00FF48EC" w:rsidP="00B05892">
      <w:pPr>
        <w:pStyle w:val="Odstavecseseznamem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9238C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Sedák a opěrák čalouněný pravou kůží</w:t>
      </w:r>
      <w:r w:rsidR="00801251" w:rsidRPr="009238C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 minimálně 2 barevných provedeních</w:t>
      </w:r>
      <w:r w:rsidRPr="009238C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šířka sedáku min. 500 mm, hloubka sedáku min. 500 mm, sedák křesla z komfortní pěny, </w:t>
      </w:r>
    </w:p>
    <w:p w:rsidR="00FF48EC" w:rsidRPr="009238C6" w:rsidRDefault="00FF48EC" w:rsidP="00B05892">
      <w:pPr>
        <w:pStyle w:val="Odstavecseseznamem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9238C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Omyvatelný a dezinfikovatelný povrch, vhodný pro používání ve zdravotnictví,</w:t>
      </w:r>
    </w:p>
    <w:p w:rsidR="00FF48EC" w:rsidRPr="009238C6" w:rsidRDefault="00FF48EC" w:rsidP="00B05892">
      <w:pPr>
        <w:pStyle w:val="Odstavecseseznamem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9238C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Otěruvzdornost min. 80 000 cyklů,</w:t>
      </w:r>
    </w:p>
    <w:p w:rsidR="00FF48EC" w:rsidRPr="009238C6" w:rsidRDefault="00FF48EC" w:rsidP="00B05892">
      <w:pPr>
        <w:pStyle w:val="Odstavecseseznamem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9238C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Výškově nastavitelný sedák, celková výška židle min. 1150 mm,</w:t>
      </w:r>
    </w:p>
    <w:p w:rsidR="00FF48EC" w:rsidRPr="009238C6" w:rsidRDefault="00FF48EC" w:rsidP="00B05892">
      <w:pPr>
        <w:pStyle w:val="Odstavecseseznamem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proofErr w:type="gramStart"/>
      <w:r w:rsidRPr="009238C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5-ti</w:t>
      </w:r>
      <w:proofErr w:type="gramEnd"/>
      <w:r w:rsidRPr="009238C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ramenný kovový kříž, minimální nosnost 130 kg,</w:t>
      </w:r>
    </w:p>
    <w:p w:rsidR="00FF48EC" w:rsidRPr="009238C6" w:rsidRDefault="00FF48EC" w:rsidP="00B05892">
      <w:pPr>
        <w:pStyle w:val="Odstavecseseznamem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9238C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Kolečka univerzální nebo na tvrdou podlahu.</w:t>
      </w:r>
    </w:p>
    <w:p w:rsidR="00FF48EC" w:rsidRPr="009A59D9" w:rsidRDefault="00FF48EC" w:rsidP="00FF48EC">
      <w:pPr>
        <w:rPr>
          <w:color w:val="000000"/>
          <w:highlight w:val="cyan"/>
        </w:rPr>
      </w:pPr>
    </w:p>
    <w:p w:rsidR="00FF48EC" w:rsidRPr="001623C0" w:rsidRDefault="00FF48EC" w:rsidP="00FF48EC">
      <w:pPr>
        <w:rPr>
          <w:color w:val="000000"/>
        </w:rPr>
      </w:pPr>
      <w:r w:rsidRPr="001623C0">
        <w:rPr>
          <w:color w:val="000000"/>
        </w:rPr>
        <w:t>Manažerská židle – síťovina</w:t>
      </w:r>
    </w:p>
    <w:p w:rsidR="00FF48EC" w:rsidRPr="001623C0" w:rsidRDefault="00FF48EC" w:rsidP="00B05892">
      <w:pPr>
        <w:pStyle w:val="Odstavecseseznamem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1623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Otočná, pojízdná,</w:t>
      </w:r>
    </w:p>
    <w:p w:rsidR="00FF48EC" w:rsidRPr="001623C0" w:rsidRDefault="00FF48EC" w:rsidP="00B05892">
      <w:pPr>
        <w:pStyle w:val="Odstavecseseznamem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1623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Výškově, hloubkově a úhlově stavitelné područky,</w:t>
      </w:r>
    </w:p>
    <w:p w:rsidR="00FF48EC" w:rsidRPr="001623C0" w:rsidRDefault="00FF48EC" w:rsidP="00B05892">
      <w:pPr>
        <w:pStyle w:val="Odstavecseseznamem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1623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Synchronní mechanika s nastavením síly protiváhy a minimálně 4 polohy aretace,</w:t>
      </w:r>
    </w:p>
    <w:p w:rsidR="00FF48EC" w:rsidRPr="001623C0" w:rsidRDefault="007E7E8F" w:rsidP="00B05892">
      <w:pPr>
        <w:pStyle w:val="Odstavecseseznamem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1623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Sedák čalouněný</w:t>
      </w:r>
      <w:r w:rsidR="00FF48EC" w:rsidRPr="001623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 prodyšné látky,</w:t>
      </w:r>
      <w:r w:rsidR="00801251" w:rsidRPr="001623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 minimálně 3 barevných provedeních,</w:t>
      </w:r>
    </w:p>
    <w:p w:rsidR="007E7E8F" w:rsidRPr="001623C0" w:rsidRDefault="007E7E8F" w:rsidP="00B05892">
      <w:pPr>
        <w:pStyle w:val="Odstavecseseznamem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1623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Opěrák a hlavová opěrka čalouněny samonosnou síťovinou,</w:t>
      </w:r>
    </w:p>
    <w:p w:rsidR="00FF48EC" w:rsidRPr="001623C0" w:rsidRDefault="00FF48EC" w:rsidP="00B05892">
      <w:pPr>
        <w:pStyle w:val="Odstavecseseznamem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1623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Výškově stavitelný opěrák,</w:t>
      </w:r>
    </w:p>
    <w:p w:rsidR="00FF48EC" w:rsidRPr="001623C0" w:rsidRDefault="00FF48EC" w:rsidP="00B05892">
      <w:pPr>
        <w:pStyle w:val="Odstavecseseznamem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1623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Hloubkově stavitelná bederní opěrka,</w:t>
      </w:r>
    </w:p>
    <w:p w:rsidR="00FF48EC" w:rsidRPr="001623C0" w:rsidRDefault="00FF48EC" w:rsidP="00B05892">
      <w:pPr>
        <w:pStyle w:val="Odstavecseseznamem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1623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Hloubkový posuv sedáku, výškově nastavitelný sedák, šířka sedáku min. 490 mm, hloubka sedáku min. 490 mm, </w:t>
      </w:r>
    </w:p>
    <w:p w:rsidR="00FF48EC" w:rsidRPr="001623C0" w:rsidRDefault="001623C0" w:rsidP="00B05892">
      <w:pPr>
        <w:pStyle w:val="Odstavecseseznamem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1623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Výškově a ú</w:t>
      </w:r>
      <w:r w:rsidR="00FF48EC" w:rsidRPr="001623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hlově stavitelná opěrka hlavy,</w:t>
      </w:r>
    </w:p>
    <w:p w:rsidR="00FF48EC" w:rsidRPr="001623C0" w:rsidRDefault="00FF48EC" w:rsidP="00B05892">
      <w:pPr>
        <w:pStyle w:val="Odstavecseseznamem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1623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Celková výška židle min. 1170 mm,</w:t>
      </w:r>
    </w:p>
    <w:p w:rsidR="00FF48EC" w:rsidRPr="001623C0" w:rsidRDefault="00FF48EC" w:rsidP="00B05892">
      <w:pPr>
        <w:pStyle w:val="Odstavecseseznamem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proofErr w:type="gramStart"/>
      <w:r w:rsidRPr="001623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5-ti</w:t>
      </w:r>
      <w:proofErr w:type="gramEnd"/>
      <w:r w:rsidRPr="001623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ramenný kovový kříž, minimální nosnost 130 kg,</w:t>
      </w:r>
    </w:p>
    <w:p w:rsidR="00FF48EC" w:rsidRPr="001623C0" w:rsidRDefault="00FF48EC" w:rsidP="00B05892">
      <w:pPr>
        <w:pStyle w:val="Odstavecseseznamem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1623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Kolečka univerzální nebo na tvrdou podlahu.</w:t>
      </w:r>
    </w:p>
    <w:p w:rsidR="00FF48EC" w:rsidRPr="00FF48EC" w:rsidRDefault="00FF48EC" w:rsidP="00FF48EC">
      <w:pPr>
        <w:rPr>
          <w:color w:val="000000"/>
        </w:rPr>
      </w:pPr>
    </w:p>
    <w:p w:rsidR="00FF48EC" w:rsidRPr="00FF48EC" w:rsidRDefault="00FF48EC" w:rsidP="00FF48EC">
      <w:pPr>
        <w:rPr>
          <w:b/>
          <w:color w:val="000000"/>
          <w:u w:val="single"/>
        </w:rPr>
      </w:pPr>
    </w:p>
    <w:p w:rsidR="00FF48EC" w:rsidRPr="00FF48EC" w:rsidRDefault="00FF48EC" w:rsidP="00FF48EC">
      <w:pPr>
        <w:rPr>
          <w:b/>
          <w:color w:val="000000"/>
          <w:u w:val="single"/>
        </w:rPr>
      </w:pPr>
      <w:r w:rsidRPr="00FF48EC">
        <w:rPr>
          <w:b/>
          <w:color w:val="000000"/>
          <w:u w:val="single"/>
        </w:rPr>
        <w:t>Válenda</w:t>
      </w:r>
    </w:p>
    <w:p w:rsidR="00FF48EC" w:rsidRPr="00FF48EC" w:rsidRDefault="00FF48EC" w:rsidP="00B05892">
      <w:pPr>
        <w:pStyle w:val="Odstavecseseznamem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Rozměry (š x h x v) – min. 1950 mm x min. 850 mm x min. 400 mm, </w:t>
      </w:r>
    </w:p>
    <w:p w:rsidR="00FF48EC" w:rsidRPr="00FF48EC" w:rsidRDefault="00FF48EC" w:rsidP="00B05892">
      <w:pPr>
        <w:pStyle w:val="Odstavecseseznamem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lastRenderedPageBreak/>
        <w:t xml:space="preserve">Korpus vyrobený z laminované dřevotřísky o šířce min. 19 mm, hrany olepeny ABS hranou min. 0,5 mm, minimálně ve 2 barevných provedeních, </w:t>
      </w:r>
    </w:p>
    <w:p w:rsidR="00FF48EC" w:rsidRPr="00FF48EC" w:rsidRDefault="00FF48EC" w:rsidP="00B05892">
      <w:pPr>
        <w:pStyle w:val="Odstavecseseznamem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Úložný prostor, </w:t>
      </w:r>
    </w:p>
    <w:p w:rsidR="00FF48EC" w:rsidRPr="00FF48EC" w:rsidRDefault="00FF48EC" w:rsidP="00B05892">
      <w:pPr>
        <w:pStyle w:val="Odstavecseseznamem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Potahová látka – otěruvzdornost min. 30 000 cyklů, min. 2 barevné provedení,</w:t>
      </w:r>
    </w:p>
    <w:p w:rsidR="00FF48EC" w:rsidRPr="00FF48EC" w:rsidRDefault="00FF48EC" w:rsidP="00B05892">
      <w:pPr>
        <w:pStyle w:val="Odstavecseseznamem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Pružinová matrace s min. výškou 150 mm,</w:t>
      </w:r>
    </w:p>
    <w:p w:rsidR="00FF48EC" w:rsidRPr="00FF48EC" w:rsidRDefault="00FF48EC" w:rsidP="00B05892">
      <w:pPr>
        <w:pStyle w:val="Odstavecseseznamem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Minimální nosnost 120 kg.</w:t>
      </w:r>
    </w:p>
    <w:p w:rsidR="00FF48EC" w:rsidRPr="00FF48EC" w:rsidRDefault="00FF48EC" w:rsidP="00FF48EC">
      <w:pPr>
        <w:rPr>
          <w:color w:val="000000"/>
        </w:rPr>
      </w:pPr>
    </w:p>
    <w:p w:rsidR="00FF48EC" w:rsidRPr="00FF48EC" w:rsidRDefault="00FF48EC" w:rsidP="00FF48EC">
      <w:pPr>
        <w:rPr>
          <w:b/>
          <w:color w:val="000000"/>
          <w:u w:val="single"/>
        </w:rPr>
      </w:pPr>
      <w:r w:rsidRPr="00FF48EC">
        <w:rPr>
          <w:b/>
          <w:color w:val="000000"/>
          <w:u w:val="single"/>
        </w:rPr>
        <w:t>Jednolůžková postel s čelem</w:t>
      </w:r>
    </w:p>
    <w:p w:rsidR="00FF48EC" w:rsidRPr="00FF48EC" w:rsidRDefault="00FF48EC" w:rsidP="00B05892">
      <w:pPr>
        <w:pStyle w:val="Odstavecseseznamem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Vyrobené z laminované dřevotřísky o šířce min. 25 mm, </w:t>
      </w:r>
    </w:p>
    <w:p w:rsidR="00FF48EC" w:rsidRPr="00FF48EC" w:rsidRDefault="00FF48EC" w:rsidP="00B05892">
      <w:pPr>
        <w:pStyle w:val="Odstavecseseznamem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Rozměry (d x š x v) – délka min. 2050 mm x šířka min. 950 mm x výška nožního čela a pelesti min. 450 mm, výška hlavového čela min. 650 mm, </w:t>
      </w:r>
    </w:p>
    <w:p w:rsidR="00FF48EC" w:rsidRPr="00FF48EC" w:rsidRDefault="00FF48EC" w:rsidP="00B05892">
      <w:pPr>
        <w:pStyle w:val="Odstavecseseznamem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Rošt tvořen z pevných dřevěných lamel,</w:t>
      </w:r>
    </w:p>
    <w:p w:rsidR="00FF48EC" w:rsidRPr="00FF48EC" w:rsidRDefault="00FF48EC" w:rsidP="00B05892">
      <w:pPr>
        <w:pStyle w:val="Odstavecseseznamem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Matrace – 900 x 2000 mm, profilovaná z PUR pěny, výška min. 150 mm, snímatelný pratelný potah.</w:t>
      </w:r>
    </w:p>
    <w:p w:rsidR="00FF48EC" w:rsidRPr="00FF48EC" w:rsidRDefault="00FF48EC" w:rsidP="00FF48EC">
      <w:pPr>
        <w:rPr>
          <w:color w:val="000000"/>
        </w:rPr>
      </w:pPr>
    </w:p>
    <w:p w:rsidR="00FF48EC" w:rsidRPr="009449DA" w:rsidRDefault="00FF48EC" w:rsidP="00FF48EC">
      <w:pPr>
        <w:rPr>
          <w:b/>
          <w:color w:val="000000"/>
          <w:u w:val="single"/>
        </w:rPr>
      </w:pPr>
      <w:r w:rsidRPr="009449DA">
        <w:rPr>
          <w:b/>
          <w:color w:val="000000"/>
          <w:u w:val="single"/>
        </w:rPr>
        <w:t>Sedací souprava – kovová kostra (křeslo, trojkřeslo)</w:t>
      </w:r>
    </w:p>
    <w:p w:rsidR="00FF48EC" w:rsidRPr="009449DA" w:rsidRDefault="00FF48EC" w:rsidP="00B05892">
      <w:pPr>
        <w:pStyle w:val="Odstavecseseznamem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9449D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Elegantní kovová kostra,</w:t>
      </w:r>
    </w:p>
    <w:p w:rsidR="00FF48EC" w:rsidRPr="009449DA" w:rsidRDefault="00FF48EC" w:rsidP="00B05892">
      <w:pPr>
        <w:pStyle w:val="Odstavecseseznamem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9449D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Čalouněno v EKO – kůží nebo kožence, opěrák v minimálně 2 barevných provedeních,</w:t>
      </w:r>
    </w:p>
    <w:p w:rsidR="009449DA" w:rsidRPr="009449DA" w:rsidRDefault="00FF48EC" w:rsidP="00B05892">
      <w:pPr>
        <w:pStyle w:val="Odstavecseseznamem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9449D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Výplň sedáku – PUR pěna s</w:t>
      </w:r>
      <w:r w:rsidR="009449DA" w:rsidRPr="009449D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</w:t>
      </w:r>
      <w:r w:rsidRPr="009449D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pružinami</w:t>
      </w:r>
      <w:r w:rsidR="009449DA" w:rsidRPr="009449D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</w:p>
    <w:p w:rsidR="00FF48EC" w:rsidRPr="009449DA" w:rsidRDefault="009449DA" w:rsidP="00B05892">
      <w:pPr>
        <w:pStyle w:val="Odstavecseseznamem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9449D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Sedák možno dělené či nedělené provedení</w:t>
      </w:r>
      <w:r w:rsidR="00FF48EC" w:rsidRPr="009449D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</w:p>
    <w:p w:rsidR="00FF48EC" w:rsidRPr="009449DA" w:rsidRDefault="00FF48EC" w:rsidP="00B05892">
      <w:pPr>
        <w:pStyle w:val="Odstavecseseznamem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9449D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Plastové kluzáky zabraňující poškrábání podlahových krytin,</w:t>
      </w:r>
    </w:p>
    <w:p w:rsidR="00FF48EC" w:rsidRPr="009449DA" w:rsidRDefault="00FF48EC" w:rsidP="00B05892">
      <w:pPr>
        <w:pStyle w:val="Odstavecseseznamem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9449D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Výška sedu min. 400 mm, hloubka sedu min. 440 mm,</w:t>
      </w:r>
    </w:p>
    <w:p w:rsidR="00FF48EC" w:rsidRPr="009449DA" w:rsidRDefault="00FF48EC" w:rsidP="00B05892">
      <w:pPr>
        <w:pStyle w:val="Odstavecseseznamem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9449D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Rozměry (š x h x v) – křeslo – min. 670 mm x min. 720 mm x min. 700 mm,</w:t>
      </w:r>
    </w:p>
    <w:p w:rsidR="00FF48EC" w:rsidRPr="009449DA" w:rsidRDefault="00FF48EC" w:rsidP="00B05892">
      <w:pPr>
        <w:pStyle w:val="Odstavecseseznamem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9449D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Rozměry (š x h x v) – trojkřeslo – min. 1780 mm x min. 720 mm x min. 700 mm.</w:t>
      </w:r>
    </w:p>
    <w:p w:rsidR="00FF48EC" w:rsidRPr="00FF48EC" w:rsidRDefault="00FF48EC" w:rsidP="00FF48EC">
      <w:pPr>
        <w:rPr>
          <w:color w:val="000000"/>
        </w:rPr>
      </w:pPr>
    </w:p>
    <w:p w:rsidR="00FF48EC" w:rsidRPr="0065650B" w:rsidRDefault="00FF48EC" w:rsidP="00FF48EC">
      <w:pPr>
        <w:rPr>
          <w:b/>
          <w:color w:val="000000"/>
        </w:rPr>
      </w:pPr>
      <w:r w:rsidRPr="0065650B">
        <w:rPr>
          <w:b/>
          <w:color w:val="000000"/>
          <w:u w:val="single"/>
        </w:rPr>
        <w:t xml:space="preserve">Rozkládací pohovka </w:t>
      </w:r>
    </w:p>
    <w:p w:rsidR="00FF48EC" w:rsidRPr="0065650B" w:rsidRDefault="00FF48EC" w:rsidP="00B05892">
      <w:pPr>
        <w:pStyle w:val="Odstavecseseznamem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6565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Čalouněno látkou nebo koženkou, otěruvzdornost min. 50 000 cyklů,</w:t>
      </w:r>
    </w:p>
    <w:p w:rsidR="00FF48EC" w:rsidRPr="0065650B" w:rsidRDefault="00FF48EC" w:rsidP="00B05892">
      <w:pPr>
        <w:pStyle w:val="Odstavecseseznamem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6565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Vhodné pro užívání ve zdravotnictví,</w:t>
      </w:r>
    </w:p>
    <w:p w:rsidR="00FF48EC" w:rsidRPr="0065650B" w:rsidRDefault="00FF48EC" w:rsidP="00B05892">
      <w:pPr>
        <w:pStyle w:val="Odstavecseseznamem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6565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Minimálně 3 barevných provedení,</w:t>
      </w:r>
    </w:p>
    <w:p w:rsidR="00FF48EC" w:rsidRPr="0065650B" w:rsidRDefault="00FF48EC" w:rsidP="00B05892">
      <w:pPr>
        <w:pStyle w:val="Odstavecseseznamem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6565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Vyrobeno z kvalitní PUR pěny,</w:t>
      </w:r>
    </w:p>
    <w:p w:rsidR="00FF48EC" w:rsidRPr="0065650B" w:rsidRDefault="00AD01DE" w:rsidP="00B05892">
      <w:pPr>
        <w:pStyle w:val="Odstavecseseznamem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6565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Postranní područky,</w:t>
      </w:r>
    </w:p>
    <w:p w:rsidR="00AD01DE" w:rsidRPr="00044D00" w:rsidRDefault="00AD01DE" w:rsidP="00B05892">
      <w:pPr>
        <w:pStyle w:val="Odstavecseseznamem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044D0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Opěrák formou velkých polštářů</w:t>
      </w:r>
      <w:r w:rsidR="003F598B" w:rsidRPr="00044D0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nebo klasický pevný</w:t>
      </w:r>
      <w:r w:rsidR="00044D0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dle možností dodavatele</w:t>
      </w:r>
      <w:r w:rsidRPr="00044D0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</w:p>
    <w:p w:rsidR="00AD01DE" w:rsidRPr="00044D00" w:rsidRDefault="00AD01DE" w:rsidP="00B05892">
      <w:pPr>
        <w:pStyle w:val="Odstavecseseznamem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044D0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Kovové nebo dřevěné nohy.</w:t>
      </w:r>
    </w:p>
    <w:p w:rsidR="00FF48EC" w:rsidRPr="0065650B" w:rsidRDefault="00FF48EC" w:rsidP="00FF48EC">
      <w:pPr>
        <w:pStyle w:val="Odstavecseseznamem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FF48EC" w:rsidRPr="0065650B" w:rsidRDefault="00FF48EC" w:rsidP="00FF48EC">
      <w:pPr>
        <w:rPr>
          <w:color w:val="000000"/>
          <w:u w:val="single"/>
        </w:rPr>
      </w:pPr>
      <w:r w:rsidRPr="0065650B">
        <w:rPr>
          <w:color w:val="000000"/>
          <w:u w:val="single"/>
        </w:rPr>
        <w:t>Dvoumístná</w:t>
      </w:r>
    </w:p>
    <w:p w:rsidR="00FF48EC" w:rsidRPr="0065650B" w:rsidRDefault="00FF48EC" w:rsidP="00FF48EC">
      <w:pPr>
        <w:rPr>
          <w:color w:val="000000"/>
          <w:u w:val="single"/>
        </w:rPr>
      </w:pPr>
    </w:p>
    <w:p w:rsidR="00FF48EC" w:rsidRPr="0065650B" w:rsidRDefault="00FF48EC" w:rsidP="00B05892">
      <w:pPr>
        <w:pStyle w:val="Odstavecseseznamem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6565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Rozměry (š x h x v) – min.</w:t>
      </w:r>
      <w:r w:rsidR="00AD01DE" w:rsidRPr="006565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1450 mm x min. 800 mm x min. 75</w:t>
      </w:r>
      <w:r w:rsidRPr="006565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0 mm,</w:t>
      </w:r>
    </w:p>
    <w:p w:rsidR="00FF48EC" w:rsidRPr="0065650B" w:rsidRDefault="00FF48EC" w:rsidP="00B05892">
      <w:pPr>
        <w:pStyle w:val="Odstavecseseznamem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6565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Plocha lůžka min. 1850 mm x 1200 mm,</w:t>
      </w:r>
    </w:p>
    <w:p w:rsidR="00FF48EC" w:rsidRPr="0065650B" w:rsidRDefault="00FF48EC" w:rsidP="00B05892">
      <w:pPr>
        <w:pStyle w:val="Odstavecseseznamem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6565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Výška sedáku – min. 400</w:t>
      </w:r>
      <w:r w:rsidR="00801251" w:rsidRPr="006565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mm, hloubka sedáku min. 500 mm,</w:t>
      </w:r>
    </w:p>
    <w:p w:rsidR="00801251" w:rsidRPr="0065650B" w:rsidRDefault="00801251" w:rsidP="00B05892">
      <w:pPr>
        <w:pStyle w:val="Odstavecseseznamem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6565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Rozkládací bez úložného prostoru.</w:t>
      </w:r>
    </w:p>
    <w:p w:rsidR="00FF48EC" w:rsidRPr="0065650B" w:rsidRDefault="00FF48EC" w:rsidP="00FF48EC">
      <w:pPr>
        <w:ind w:left="360"/>
        <w:rPr>
          <w:color w:val="000000"/>
          <w:u w:val="single"/>
        </w:rPr>
      </w:pPr>
    </w:p>
    <w:p w:rsidR="00FF48EC" w:rsidRPr="0065650B" w:rsidRDefault="00FF48EC" w:rsidP="00FF48EC">
      <w:pPr>
        <w:rPr>
          <w:color w:val="000000"/>
          <w:u w:val="single"/>
        </w:rPr>
      </w:pPr>
    </w:p>
    <w:p w:rsidR="00FF48EC" w:rsidRPr="0065650B" w:rsidRDefault="00FF48EC" w:rsidP="00FF48EC">
      <w:pPr>
        <w:rPr>
          <w:color w:val="000000"/>
          <w:u w:val="single"/>
        </w:rPr>
      </w:pPr>
      <w:r w:rsidRPr="0065650B">
        <w:rPr>
          <w:color w:val="000000"/>
          <w:u w:val="single"/>
        </w:rPr>
        <w:t xml:space="preserve">Třímístná </w:t>
      </w:r>
    </w:p>
    <w:p w:rsidR="00FF48EC" w:rsidRPr="0065650B" w:rsidRDefault="00FF48EC" w:rsidP="00B05892">
      <w:pPr>
        <w:pStyle w:val="Odstavecseseznamem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6565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Rozměry (š x h x v) – min.</w:t>
      </w:r>
      <w:r w:rsidR="00AD01DE" w:rsidRPr="006565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2000 mm x min. 800 mm x min. 75</w:t>
      </w:r>
      <w:r w:rsidRPr="006565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0 mm,</w:t>
      </w:r>
    </w:p>
    <w:p w:rsidR="00FF48EC" w:rsidRPr="0065650B" w:rsidRDefault="00FF48EC" w:rsidP="00B05892">
      <w:pPr>
        <w:pStyle w:val="Odstavecseseznamem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6565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Plocha lůžka min. 1850 mm x min. 1200 mm,</w:t>
      </w:r>
    </w:p>
    <w:p w:rsidR="00FF48EC" w:rsidRPr="0065650B" w:rsidRDefault="00FF48EC" w:rsidP="00B05892">
      <w:pPr>
        <w:pStyle w:val="Odstavecseseznamem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6565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Výška sedáku – min. 400 mm, h</w:t>
      </w:r>
      <w:r w:rsidR="00801251" w:rsidRPr="006565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loubka sedáku min. 500 mm,</w:t>
      </w:r>
    </w:p>
    <w:p w:rsidR="00801251" w:rsidRPr="0065650B" w:rsidRDefault="00801251" w:rsidP="00B05892">
      <w:pPr>
        <w:pStyle w:val="Odstavecseseznamem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6565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Rozkládací s úložným prostorem.</w:t>
      </w:r>
    </w:p>
    <w:p w:rsidR="00FF48EC" w:rsidRPr="00FF48EC" w:rsidRDefault="00FF48EC" w:rsidP="00FF48EC">
      <w:pPr>
        <w:pStyle w:val="Odstavecseseznamem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FF48EC" w:rsidRPr="00FF48EC" w:rsidRDefault="00FF48EC" w:rsidP="00FF48EC">
      <w:pPr>
        <w:rPr>
          <w:b/>
          <w:color w:val="000000"/>
          <w:u w:val="single"/>
        </w:rPr>
      </w:pPr>
      <w:r w:rsidRPr="00FF48EC">
        <w:rPr>
          <w:b/>
          <w:color w:val="000000"/>
          <w:u w:val="single"/>
        </w:rPr>
        <w:t>Pohovka</w:t>
      </w:r>
    </w:p>
    <w:p w:rsidR="00FF48EC" w:rsidRPr="00FF48EC" w:rsidRDefault="00FF48EC" w:rsidP="00FF48EC">
      <w:pPr>
        <w:rPr>
          <w:b/>
          <w:color w:val="000000"/>
          <w:u w:val="single"/>
        </w:rPr>
      </w:pPr>
    </w:p>
    <w:p w:rsidR="00FF48EC" w:rsidRPr="00FF48EC" w:rsidRDefault="00FF48EC" w:rsidP="00B05892">
      <w:pPr>
        <w:pStyle w:val="Odstavecseseznamem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Čalouněno látkou nebo koženkou, otěruvzdornost min. 50 000 cyklů,</w:t>
      </w:r>
    </w:p>
    <w:p w:rsidR="00FF48EC" w:rsidRPr="00FF48EC" w:rsidRDefault="00FF48EC" w:rsidP="00B05892">
      <w:pPr>
        <w:pStyle w:val="Odstavecseseznamem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Vhodné pro užívání ve zdravotnictví,</w:t>
      </w:r>
    </w:p>
    <w:p w:rsidR="00FF48EC" w:rsidRPr="00FF48EC" w:rsidRDefault="00FF48EC" w:rsidP="00B05892">
      <w:pPr>
        <w:pStyle w:val="Odstavecseseznamem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Minimálně 3 barevných provedení,</w:t>
      </w:r>
    </w:p>
    <w:p w:rsidR="00FF48EC" w:rsidRPr="00FF48EC" w:rsidRDefault="00FF48EC" w:rsidP="00B05892">
      <w:pPr>
        <w:pStyle w:val="Odstavecseseznamem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Vyrobeno z kvalitní PUR pěny,</w:t>
      </w:r>
    </w:p>
    <w:p w:rsidR="00FF48EC" w:rsidRPr="00FF48EC" w:rsidRDefault="00FF48EC" w:rsidP="00B05892">
      <w:pPr>
        <w:pStyle w:val="Odstavecseseznamem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Se zádovými opěráky</w:t>
      </w:r>
      <w:r w:rsidR="00A253C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A253CC" w:rsidRPr="00044D0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(ne polštáře)</w:t>
      </w:r>
      <w:r w:rsidRPr="00044D0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</w:p>
    <w:p w:rsidR="00FF48EC" w:rsidRDefault="00FF48EC" w:rsidP="00B05892">
      <w:pPr>
        <w:pStyle w:val="Odstavecseseznamem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Postranní područky,</w:t>
      </w:r>
    </w:p>
    <w:p w:rsidR="003A3CA0" w:rsidRPr="005327E8" w:rsidRDefault="003A3CA0" w:rsidP="00B05892">
      <w:pPr>
        <w:pStyle w:val="Odstavecseseznamem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5327E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Kovové nebo dřevěné nohy,</w:t>
      </w:r>
    </w:p>
    <w:p w:rsidR="00FF48EC" w:rsidRPr="00FF48EC" w:rsidRDefault="00FF48EC" w:rsidP="00B05892">
      <w:pPr>
        <w:pStyle w:val="Odstavecseseznamem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Nerozkládací, bez úložného prostoru,</w:t>
      </w:r>
    </w:p>
    <w:p w:rsidR="00FF48EC" w:rsidRPr="00FF48EC" w:rsidRDefault="00FF48EC" w:rsidP="00B05892">
      <w:pPr>
        <w:pStyle w:val="Odstavecseseznamem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Kombinovatelné mezi sebou do sestav.</w:t>
      </w:r>
    </w:p>
    <w:p w:rsidR="00FF48EC" w:rsidRPr="00FF48EC" w:rsidRDefault="00FF48EC" w:rsidP="00FF48EC">
      <w:pPr>
        <w:rPr>
          <w:color w:val="000000"/>
          <w:u w:val="single"/>
        </w:rPr>
      </w:pPr>
      <w:r w:rsidRPr="00FF48EC">
        <w:rPr>
          <w:color w:val="000000"/>
          <w:u w:val="single"/>
        </w:rPr>
        <w:t>Křeslo</w:t>
      </w:r>
    </w:p>
    <w:p w:rsidR="00FF48EC" w:rsidRPr="005327E8" w:rsidRDefault="00FF48EC" w:rsidP="00B05892">
      <w:pPr>
        <w:pStyle w:val="Odstavecseseznamem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Rozměry (š x h x v) – </w:t>
      </w:r>
      <w:r w:rsidR="007C63E3" w:rsidRPr="005327E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min. 800 mm x min. 80</w:t>
      </w:r>
      <w:r w:rsidRPr="005327E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0 mm x min. 750 mm,</w:t>
      </w:r>
    </w:p>
    <w:p w:rsidR="00FF48EC" w:rsidRPr="005327E8" w:rsidRDefault="00FF48EC" w:rsidP="00B05892">
      <w:pPr>
        <w:pStyle w:val="Odstavecseseznamem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5327E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Výška sedáku – min. 400 mm, hloubka sedáku min. 500 mm.</w:t>
      </w:r>
    </w:p>
    <w:p w:rsidR="00FF48EC" w:rsidRPr="00FF48EC" w:rsidRDefault="00FF48EC" w:rsidP="00FF48EC">
      <w:pPr>
        <w:rPr>
          <w:color w:val="000000"/>
          <w:u w:val="single"/>
        </w:rPr>
      </w:pPr>
    </w:p>
    <w:p w:rsidR="00FF48EC" w:rsidRPr="00FF48EC" w:rsidRDefault="00FF48EC" w:rsidP="00FF48EC">
      <w:pPr>
        <w:rPr>
          <w:color w:val="000000"/>
        </w:rPr>
      </w:pPr>
    </w:p>
    <w:p w:rsidR="00FF48EC" w:rsidRPr="00FF48EC" w:rsidRDefault="00FF48EC" w:rsidP="00FF48EC">
      <w:pPr>
        <w:rPr>
          <w:color w:val="000000"/>
          <w:u w:val="single"/>
        </w:rPr>
      </w:pPr>
      <w:r w:rsidRPr="00FF48EC">
        <w:rPr>
          <w:color w:val="000000"/>
          <w:u w:val="single"/>
        </w:rPr>
        <w:t>Dvoumístná</w:t>
      </w:r>
    </w:p>
    <w:p w:rsidR="00FF48EC" w:rsidRPr="005327E8" w:rsidRDefault="00FF48EC" w:rsidP="00B05892">
      <w:pPr>
        <w:pStyle w:val="Odstavecseseznamem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Rozměry (š x h x v</w:t>
      </w:r>
      <w:r w:rsidRPr="005327E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) </w:t>
      </w:r>
      <w:r w:rsidR="007C63E3" w:rsidRPr="005327E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– min. 1380 mm x min. 80</w:t>
      </w:r>
      <w:r w:rsidRPr="005327E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0 mm x min. 750 mm,</w:t>
      </w:r>
    </w:p>
    <w:p w:rsidR="00FF48EC" w:rsidRPr="005327E8" w:rsidRDefault="00FF48EC" w:rsidP="00B05892">
      <w:pPr>
        <w:pStyle w:val="Odstavecseseznamem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5327E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Výška sedáku – min. 400 mm, hloubka sedáku min. 500 mm.</w:t>
      </w:r>
    </w:p>
    <w:p w:rsidR="00FF48EC" w:rsidRPr="00FF48EC" w:rsidRDefault="00FF48EC" w:rsidP="00FF48EC">
      <w:pPr>
        <w:rPr>
          <w:color w:val="000000"/>
        </w:rPr>
      </w:pPr>
    </w:p>
    <w:p w:rsidR="00FF48EC" w:rsidRPr="00FF48EC" w:rsidRDefault="00FF48EC" w:rsidP="00FF48EC">
      <w:pPr>
        <w:rPr>
          <w:color w:val="000000"/>
          <w:u w:val="single"/>
        </w:rPr>
      </w:pPr>
      <w:r w:rsidRPr="00FF48EC">
        <w:rPr>
          <w:color w:val="000000"/>
          <w:u w:val="single"/>
        </w:rPr>
        <w:t>Třímístná</w:t>
      </w:r>
    </w:p>
    <w:p w:rsidR="00FF48EC" w:rsidRPr="005327E8" w:rsidRDefault="00FF48EC" w:rsidP="00B05892">
      <w:pPr>
        <w:pStyle w:val="Odstavecseseznamem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Rozměry (š x h x v) – </w:t>
      </w:r>
      <w:r w:rsidR="007C63E3" w:rsidRPr="005327E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min. 1850 mm x min. 800 mm x min. 75</w:t>
      </w:r>
      <w:r w:rsidRPr="005327E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0 mm,</w:t>
      </w:r>
    </w:p>
    <w:p w:rsidR="00FF48EC" w:rsidRPr="005327E8" w:rsidRDefault="00FF48EC" w:rsidP="00B05892">
      <w:pPr>
        <w:pStyle w:val="Odstavecseseznamem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5327E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Výška sedáku – min. 400 mm, hloubka sedáku min. 500 mm.</w:t>
      </w:r>
    </w:p>
    <w:p w:rsidR="00FF48EC" w:rsidRPr="00FF48EC" w:rsidRDefault="00FF48EC" w:rsidP="00FF48EC">
      <w:pPr>
        <w:rPr>
          <w:color w:val="000000"/>
          <w:u w:val="single"/>
        </w:rPr>
      </w:pPr>
    </w:p>
    <w:p w:rsidR="00FF48EC" w:rsidRPr="00FF48EC" w:rsidRDefault="00FF48EC" w:rsidP="00FF48EC">
      <w:pPr>
        <w:rPr>
          <w:b/>
          <w:color w:val="000000"/>
          <w:u w:val="single"/>
        </w:rPr>
      </w:pPr>
      <w:r w:rsidRPr="00FF48EC">
        <w:rPr>
          <w:b/>
          <w:color w:val="000000"/>
          <w:u w:val="single"/>
        </w:rPr>
        <w:t>Rozkládací sedací souprava rohová s úložným prostorem</w:t>
      </w:r>
    </w:p>
    <w:p w:rsidR="00FF48EC" w:rsidRPr="00FF48EC" w:rsidRDefault="00FF48EC" w:rsidP="00FF48EC">
      <w:pPr>
        <w:rPr>
          <w:b/>
          <w:color w:val="000000"/>
          <w:u w:val="single"/>
        </w:rPr>
      </w:pPr>
    </w:p>
    <w:p w:rsidR="00FF48EC" w:rsidRPr="00FF48EC" w:rsidRDefault="00FF48EC" w:rsidP="00B05892">
      <w:pPr>
        <w:pStyle w:val="Odstavecseseznamem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Čalouněno látkou nebo koženkou, otěruvzdornost min. 50 000 cyklů,</w:t>
      </w:r>
    </w:p>
    <w:p w:rsidR="00FF48EC" w:rsidRPr="00FF48EC" w:rsidRDefault="00FF48EC" w:rsidP="00B05892">
      <w:pPr>
        <w:pStyle w:val="Odstavecseseznamem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Vhodné pro užívání ve zdravotnictví,</w:t>
      </w:r>
    </w:p>
    <w:p w:rsidR="00FF48EC" w:rsidRPr="00FF48EC" w:rsidRDefault="00FF48EC" w:rsidP="00B05892">
      <w:pPr>
        <w:pStyle w:val="Odstavecseseznamem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Minimálně 2 barevných provedení,</w:t>
      </w:r>
    </w:p>
    <w:p w:rsidR="00FF48EC" w:rsidRPr="00FF48EC" w:rsidRDefault="00FF48EC" w:rsidP="00B05892">
      <w:pPr>
        <w:pStyle w:val="Odstavecseseznamem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Vyrobeno z kvalitní PUR pěny,</w:t>
      </w:r>
    </w:p>
    <w:p w:rsidR="00FF48EC" w:rsidRPr="005327E8" w:rsidRDefault="00FF48EC" w:rsidP="00B05892">
      <w:pPr>
        <w:pStyle w:val="Odstavecseseznamem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5327E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Se zádovými opěráky</w:t>
      </w:r>
      <w:r w:rsidR="003A3CA0" w:rsidRPr="005327E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(ne polštáře)</w:t>
      </w:r>
      <w:r w:rsidRPr="005327E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</w:p>
    <w:p w:rsidR="00FF48EC" w:rsidRPr="005327E8" w:rsidRDefault="00FF48EC" w:rsidP="00B05892">
      <w:pPr>
        <w:pStyle w:val="Odstavecseseznamem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5327E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Postranní područky,</w:t>
      </w:r>
    </w:p>
    <w:p w:rsidR="003A3CA0" w:rsidRPr="005327E8" w:rsidRDefault="003A3CA0" w:rsidP="00B05892">
      <w:pPr>
        <w:pStyle w:val="Odstavecseseznamem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5327E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Kovové nebo dřevěné nohy,</w:t>
      </w:r>
    </w:p>
    <w:p w:rsidR="00FF48EC" w:rsidRPr="00FF48EC" w:rsidRDefault="00FF48EC" w:rsidP="00B05892">
      <w:pPr>
        <w:pStyle w:val="Odstavecseseznamem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Rozkládací s úložným prostorem,</w:t>
      </w:r>
    </w:p>
    <w:p w:rsidR="00FF48EC" w:rsidRPr="00FF48EC" w:rsidRDefault="00FF48EC" w:rsidP="00B05892">
      <w:pPr>
        <w:pStyle w:val="Odstavecseseznamem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Pravé a levé provedení,</w:t>
      </w:r>
    </w:p>
    <w:p w:rsidR="00FF48EC" w:rsidRPr="00FF48EC" w:rsidRDefault="00FF48EC" w:rsidP="00B05892">
      <w:pPr>
        <w:pStyle w:val="Odstavecseseznamem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Rozměry (š x h x v) – min. 2200 mm, min. 1500 mm, min. 800 mm,</w:t>
      </w:r>
    </w:p>
    <w:p w:rsidR="00FF48EC" w:rsidRPr="00FF48EC" w:rsidRDefault="00FF48EC" w:rsidP="00B05892">
      <w:pPr>
        <w:pStyle w:val="Odstavecseseznamem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Výška sedáku – min. 400 mm, hloubka sedáku min. 500 mm, </w:t>
      </w:r>
    </w:p>
    <w:p w:rsidR="00FF48EC" w:rsidRPr="00FF48EC" w:rsidRDefault="00FF48EC" w:rsidP="00B05892">
      <w:pPr>
        <w:pStyle w:val="Odstavecseseznamem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Plocha lůžka min. 1850 mm x min. 1200 mm.</w:t>
      </w:r>
    </w:p>
    <w:p w:rsidR="00FF48EC" w:rsidRPr="00FF48EC" w:rsidRDefault="00FF48EC" w:rsidP="00FF48EC">
      <w:pPr>
        <w:rPr>
          <w:b/>
          <w:color w:val="000000"/>
          <w:u w:val="single"/>
        </w:rPr>
      </w:pPr>
    </w:p>
    <w:p w:rsidR="00E01AF2" w:rsidRPr="00FF48EC" w:rsidRDefault="00B53C31" w:rsidP="00E01AF2">
      <w:pPr>
        <w:spacing w:line="276" w:lineRule="auto"/>
        <w:jc w:val="both"/>
      </w:pPr>
      <w:r w:rsidRPr="00FF48EC">
        <w:t>Požadavky na předmět plnění uvedené v tomto dokumentu jsou závazné</w:t>
      </w:r>
      <w:r w:rsidR="00E01AF2" w:rsidRPr="00FF48EC">
        <w:t>,</w:t>
      </w:r>
      <w:r w:rsidR="00540C9C" w:rsidRPr="00FF48EC">
        <w:t xml:space="preserve"> </w:t>
      </w:r>
      <w:r w:rsidR="00E01AF2" w:rsidRPr="00FF48EC">
        <w:t xml:space="preserve">jejich nedodržení bude považováno za nesplnění zadávacích podmínek s následkem vyloučení dodavatele z účasti v zadávacím řízení. </w:t>
      </w:r>
    </w:p>
    <w:p w:rsidR="00B53C31" w:rsidRPr="00FF48EC" w:rsidRDefault="00B53C31" w:rsidP="00B53C31">
      <w:pPr>
        <w:jc w:val="both"/>
      </w:pPr>
      <w:r w:rsidRPr="00FF48EC">
        <w:t>-----------------------------------------------------------------------------------------------------------------</w:t>
      </w:r>
    </w:p>
    <w:p w:rsidR="00B53C31" w:rsidRPr="00FF48EC" w:rsidRDefault="0018720D" w:rsidP="00B53C31">
      <w:pPr>
        <w:jc w:val="both"/>
      </w:pPr>
      <w:r w:rsidRPr="0018720D">
        <w:t>Účastník prohlašuje, že jím nabízené zboží splňuje všechny požadavky uvedené v této Příloze č. 3 - Technická specifikace</w:t>
      </w:r>
      <w:r w:rsidR="00B53C31" w:rsidRPr="00FF48EC">
        <w:t>:</w:t>
      </w:r>
    </w:p>
    <w:p w:rsidR="00B53C31" w:rsidRPr="00FF48EC" w:rsidRDefault="00B53C31" w:rsidP="00B53C31"/>
    <w:p w:rsidR="00B53C31" w:rsidRPr="00FF48EC" w:rsidRDefault="00B53C31" w:rsidP="00B53C31">
      <w:pPr>
        <w:jc w:val="both"/>
      </w:pPr>
      <w:r w:rsidRPr="00FF48EC">
        <w:lastRenderedPageBreak/>
        <w:t>V …………………</w:t>
      </w:r>
      <w:proofErr w:type="gramStart"/>
      <w:r w:rsidRPr="00FF48EC">
        <w:t>…..…</w:t>
      </w:r>
      <w:proofErr w:type="gramEnd"/>
      <w:r w:rsidRPr="00FF48EC">
        <w:t xml:space="preserve">…… dne ………………     </w:t>
      </w:r>
    </w:p>
    <w:p w:rsidR="00B53C31" w:rsidRPr="00FF48EC" w:rsidRDefault="00B53C31" w:rsidP="00B53C31">
      <w:pPr>
        <w:jc w:val="both"/>
      </w:pPr>
    </w:p>
    <w:p w:rsidR="00B53C31" w:rsidRPr="00FF48EC" w:rsidRDefault="00B53C31" w:rsidP="00B53C31">
      <w:pPr>
        <w:jc w:val="both"/>
      </w:pPr>
      <w:r w:rsidRPr="00FF48EC">
        <w:t>Za společnost</w:t>
      </w:r>
    </w:p>
    <w:p w:rsidR="00B53C31" w:rsidRPr="00FF48EC" w:rsidRDefault="00B53C31" w:rsidP="00B53C31">
      <w:pPr>
        <w:jc w:val="both"/>
      </w:pPr>
      <w:r w:rsidRPr="00FF48EC">
        <w:t xml:space="preserve"> </w:t>
      </w:r>
      <w:r w:rsidRPr="00FF48EC">
        <w:tab/>
      </w:r>
      <w:r w:rsidRPr="00FF48EC">
        <w:tab/>
      </w:r>
      <w:r w:rsidRPr="00FF48EC">
        <w:tab/>
      </w:r>
      <w:r w:rsidRPr="00FF48EC">
        <w:tab/>
      </w:r>
      <w:r w:rsidRPr="00FF48EC">
        <w:tab/>
      </w:r>
      <w:r w:rsidRPr="00FF48EC">
        <w:tab/>
      </w:r>
      <w:r w:rsidRPr="00FF48EC">
        <w:tab/>
      </w:r>
      <w:r w:rsidRPr="00FF48EC">
        <w:tab/>
      </w:r>
      <w:r w:rsidRPr="00FF48EC">
        <w:tab/>
      </w:r>
      <w:r w:rsidRPr="00FF48EC">
        <w:tab/>
      </w:r>
      <w:r w:rsidRPr="00FF48EC">
        <w:tab/>
      </w:r>
      <w:r w:rsidRPr="00FF48EC">
        <w:tab/>
        <w:t xml:space="preserve"> ………………………………………………………</w:t>
      </w:r>
    </w:p>
    <w:p w:rsidR="00B53C31" w:rsidRPr="00FF48EC" w:rsidRDefault="00B53C31" w:rsidP="00B53C31">
      <w:pPr>
        <w:jc w:val="both"/>
      </w:pPr>
    </w:p>
    <w:p w:rsidR="00B53C31" w:rsidRPr="00FF48EC" w:rsidRDefault="00B53C31" w:rsidP="00B53C31">
      <w:pPr>
        <w:jc w:val="both"/>
      </w:pPr>
      <w:r w:rsidRPr="00FF48EC">
        <w:t>Osoba oprávněná jednat jménem či za účastníka</w:t>
      </w:r>
    </w:p>
    <w:p w:rsidR="00B53C31" w:rsidRPr="00FF48EC" w:rsidRDefault="00B53C31" w:rsidP="00B53C31">
      <w:pPr>
        <w:jc w:val="both"/>
      </w:pPr>
    </w:p>
    <w:p w:rsidR="00B53C31" w:rsidRPr="00FF48EC" w:rsidRDefault="00B53C31" w:rsidP="00B53C31">
      <w:pPr>
        <w:jc w:val="both"/>
      </w:pPr>
      <w:r w:rsidRPr="00FF48EC">
        <w:t>…………………………………………………….</w:t>
      </w:r>
    </w:p>
    <w:p w:rsidR="00482B98" w:rsidRPr="00FF48EC" w:rsidRDefault="00B53C31" w:rsidP="00B53C31">
      <w:pPr>
        <w:jc w:val="both"/>
      </w:pPr>
      <w:r w:rsidRPr="00FF48EC">
        <w:tab/>
      </w:r>
      <w:r w:rsidRPr="00FF48EC">
        <w:tab/>
      </w:r>
      <w:r w:rsidRPr="00FF48EC">
        <w:tab/>
      </w:r>
      <w:r w:rsidRPr="00FF48EC">
        <w:tab/>
      </w:r>
      <w:r w:rsidRPr="00FF48EC">
        <w:tab/>
      </w:r>
      <w:r w:rsidRPr="00FF48EC">
        <w:tab/>
      </w:r>
      <w:r w:rsidRPr="00FF48EC">
        <w:tab/>
      </w:r>
      <w:r w:rsidRPr="00FF48EC">
        <w:tab/>
      </w:r>
      <w:r w:rsidRPr="00FF48EC">
        <w:tab/>
      </w:r>
      <w:r w:rsidRPr="00FF48EC">
        <w:tab/>
      </w:r>
      <w:r w:rsidRPr="00FF48EC">
        <w:tab/>
      </w:r>
      <w:r w:rsidRPr="00FF48EC">
        <w:tab/>
        <w:t xml:space="preserve">                Jméno a příjmení, podpis</w:t>
      </w:r>
    </w:p>
    <w:sectPr w:rsidR="00482B98" w:rsidRPr="00FF48EC" w:rsidSect="00FF48EC">
      <w:headerReference w:type="default" r:id="rId11"/>
      <w:footerReference w:type="default" r:id="rId12"/>
      <w:pgSz w:w="11906" w:h="16838"/>
      <w:pgMar w:top="2127" w:right="851" w:bottom="1135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87B" w:rsidRDefault="00DE287B">
      <w:r>
        <w:separator/>
      </w:r>
    </w:p>
  </w:endnote>
  <w:endnote w:type="continuationSeparator" w:id="0">
    <w:p w:rsidR="00DE287B" w:rsidRDefault="00DE2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etaCE">
    <w:altName w:val="Segoe UI"/>
    <w:charset w:val="EE"/>
    <w:family w:val="auto"/>
    <w:pitch w:val="variable"/>
    <w:sig w:usb0="00000001" w:usb1="50000048" w:usb2="00000000" w:usb3="00000000" w:csb0="0000011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DAE" w:rsidRPr="00E2530B" w:rsidRDefault="00827DAE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 w:rsidRPr="00E2530B">
      <w:rPr>
        <w:rFonts w:ascii="MetaCE" w:hAnsi="MetaCE"/>
        <w:color w:val="1C4A91"/>
        <w:sz w:val="14"/>
        <w:szCs w:val="14"/>
      </w:rPr>
      <w:t xml:space="preserve">Strana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823ABE">
      <w:rPr>
        <w:rFonts w:ascii="MetaCE" w:hAnsi="MetaCE"/>
        <w:noProof/>
        <w:color w:val="1C4A91"/>
        <w:sz w:val="14"/>
        <w:szCs w:val="14"/>
      </w:rPr>
      <w:t>2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 xml:space="preserve"> (celkem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823ABE">
      <w:rPr>
        <w:rFonts w:ascii="MetaCE" w:hAnsi="MetaCE"/>
        <w:noProof/>
        <w:color w:val="1C4A91"/>
        <w:sz w:val="14"/>
        <w:szCs w:val="14"/>
      </w:rPr>
      <w:t>7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>)</w:t>
    </w:r>
  </w:p>
  <w:p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87B" w:rsidRDefault="00DE287B">
      <w:r>
        <w:separator/>
      </w:r>
    </w:p>
  </w:footnote>
  <w:footnote w:type="continuationSeparator" w:id="0">
    <w:p w:rsidR="00DE287B" w:rsidRDefault="00DE28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169" w:rsidRPr="000A1108" w:rsidRDefault="00823ABE" w:rsidP="00275C64">
    <w:pPr>
      <w:pStyle w:val="Zhlav"/>
      <w:jc w:val="right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86415"/>
          <wp:effectExtent l="0" t="0" r="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230" cy="1068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54BD5"/>
    <w:multiLevelType w:val="hybridMultilevel"/>
    <w:tmpl w:val="50B46C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61C4D"/>
    <w:multiLevelType w:val="hybridMultilevel"/>
    <w:tmpl w:val="35464E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627CFC"/>
    <w:multiLevelType w:val="hybridMultilevel"/>
    <w:tmpl w:val="287CA0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6622B1"/>
    <w:multiLevelType w:val="hybridMultilevel"/>
    <w:tmpl w:val="2F16B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C1893"/>
    <w:multiLevelType w:val="hybridMultilevel"/>
    <w:tmpl w:val="E08602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E7485E"/>
    <w:multiLevelType w:val="hybridMultilevel"/>
    <w:tmpl w:val="094E69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1C4A4B"/>
    <w:multiLevelType w:val="hybridMultilevel"/>
    <w:tmpl w:val="D88052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D71A38"/>
    <w:multiLevelType w:val="hybridMultilevel"/>
    <w:tmpl w:val="F5F429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236E63"/>
    <w:multiLevelType w:val="hybridMultilevel"/>
    <w:tmpl w:val="59D236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072658"/>
    <w:multiLevelType w:val="hybridMultilevel"/>
    <w:tmpl w:val="612C2B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975545"/>
    <w:multiLevelType w:val="hybridMultilevel"/>
    <w:tmpl w:val="ECCCF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58431C"/>
    <w:multiLevelType w:val="hybridMultilevel"/>
    <w:tmpl w:val="B394E1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2D6FEC"/>
    <w:multiLevelType w:val="hybridMultilevel"/>
    <w:tmpl w:val="1DDE16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4918E5"/>
    <w:multiLevelType w:val="hybridMultilevel"/>
    <w:tmpl w:val="A2B6B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7B1E12"/>
    <w:multiLevelType w:val="hybridMultilevel"/>
    <w:tmpl w:val="8FB213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F15D7C"/>
    <w:multiLevelType w:val="hybridMultilevel"/>
    <w:tmpl w:val="712042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960AC3"/>
    <w:multiLevelType w:val="hybridMultilevel"/>
    <w:tmpl w:val="669A7B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9046B5"/>
    <w:multiLevelType w:val="hybridMultilevel"/>
    <w:tmpl w:val="93687F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DA51BA"/>
    <w:multiLevelType w:val="hybridMultilevel"/>
    <w:tmpl w:val="2B0E0C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14"/>
  </w:num>
  <w:num w:numId="4">
    <w:abstractNumId w:val="9"/>
  </w:num>
  <w:num w:numId="5">
    <w:abstractNumId w:val="1"/>
  </w:num>
  <w:num w:numId="6">
    <w:abstractNumId w:val="11"/>
  </w:num>
  <w:num w:numId="7">
    <w:abstractNumId w:val="2"/>
  </w:num>
  <w:num w:numId="8">
    <w:abstractNumId w:val="5"/>
  </w:num>
  <w:num w:numId="9">
    <w:abstractNumId w:val="18"/>
  </w:num>
  <w:num w:numId="10">
    <w:abstractNumId w:val="15"/>
  </w:num>
  <w:num w:numId="11">
    <w:abstractNumId w:val="3"/>
  </w:num>
  <w:num w:numId="12">
    <w:abstractNumId w:val="4"/>
  </w:num>
  <w:num w:numId="13">
    <w:abstractNumId w:val="13"/>
  </w:num>
  <w:num w:numId="14">
    <w:abstractNumId w:val="8"/>
  </w:num>
  <w:num w:numId="15">
    <w:abstractNumId w:val="17"/>
  </w:num>
  <w:num w:numId="16">
    <w:abstractNumId w:val="12"/>
  </w:num>
  <w:num w:numId="17">
    <w:abstractNumId w:val="0"/>
  </w:num>
  <w:num w:numId="18">
    <w:abstractNumId w:val="7"/>
  </w:num>
  <w:num w:numId="19">
    <w:abstractNumId w:val="1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3D2"/>
    <w:rsid w:val="00012711"/>
    <w:rsid w:val="00044D00"/>
    <w:rsid w:val="000531A8"/>
    <w:rsid w:val="00054C46"/>
    <w:rsid w:val="00057F8B"/>
    <w:rsid w:val="00076332"/>
    <w:rsid w:val="00083870"/>
    <w:rsid w:val="000865A3"/>
    <w:rsid w:val="000940FA"/>
    <w:rsid w:val="00094EE9"/>
    <w:rsid w:val="000A1108"/>
    <w:rsid w:val="000A75BA"/>
    <w:rsid w:val="000B290C"/>
    <w:rsid w:val="000B7169"/>
    <w:rsid w:val="00106EEE"/>
    <w:rsid w:val="00107880"/>
    <w:rsid w:val="00130C26"/>
    <w:rsid w:val="001623C0"/>
    <w:rsid w:val="0018720D"/>
    <w:rsid w:val="001B1390"/>
    <w:rsid w:val="00214505"/>
    <w:rsid w:val="002351FB"/>
    <w:rsid w:val="00235C06"/>
    <w:rsid w:val="00243398"/>
    <w:rsid w:val="00252DFD"/>
    <w:rsid w:val="00275C64"/>
    <w:rsid w:val="00283D4C"/>
    <w:rsid w:val="00284A31"/>
    <w:rsid w:val="002A60C9"/>
    <w:rsid w:val="00305FCA"/>
    <w:rsid w:val="00311B15"/>
    <w:rsid w:val="00333DE8"/>
    <w:rsid w:val="00344451"/>
    <w:rsid w:val="00350109"/>
    <w:rsid w:val="003543C8"/>
    <w:rsid w:val="00366D3C"/>
    <w:rsid w:val="00370DDE"/>
    <w:rsid w:val="003A3CA0"/>
    <w:rsid w:val="003C0053"/>
    <w:rsid w:val="003C52AC"/>
    <w:rsid w:val="003E3C9B"/>
    <w:rsid w:val="003F598B"/>
    <w:rsid w:val="00400DED"/>
    <w:rsid w:val="00413464"/>
    <w:rsid w:val="00455CED"/>
    <w:rsid w:val="00463B7B"/>
    <w:rsid w:val="00480EFE"/>
    <w:rsid w:val="00482B98"/>
    <w:rsid w:val="004A487A"/>
    <w:rsid w:val="004C2749"/>
    <w:rsid w:val="004D3CF1"/>
    <w:rsid w:val="004D5609"/>
    <w:rsid w:val="00513EA2"/>
    <w:rsid w:val="005327E8"/>
    <w:rsid w:val="0053646C"/>
    <w:rsid w:val="00540C9C"/>
    <w:rsid w:val="00552347"/>
    <w:rsid w:val="00580933"/>
    <w:rsid w:val="005B0787"/>
    <w:rsid w:val="005B7231"/>
    <w:rsid w:val="005D5B16"/>
    <w:rsid w:val="005E6614"/>
    <w:rsid w:val="005F4971"/>
    <w:rsid w:val="006023D2"/>
    <w:rsid w:val="00605CD6"/>
    <w:rsid w:val="006340E4"/>
    <w:rsid w:val="0063426F"/>
    <w:rsid w:val="0065650B"/>
    <w:rsid w:val="00660836"/>
    <w:rsid w:val="00663F28"/>
    <w:rsid w:val="00666924"/>
    <w:rsid w:val="00694AFA"/>
    <w:rsid w:val="00694E86"/>
    <w:rsid w:val="006C47B8"/>
    <w:rsid w:val="006D219C"/>
    <w:rsid w:val="006D7D6F"/>
    <w:rsid w:val="006E1861"/>
    <w:rsid w:val="00760F25"/>
    <w:rsid w:val="00761604"/>
    <w:rsid w:val="00771B4B"/>
    <w:rsid w:val="007B0270"/>
    <w:rsid w:val="007C15B4"/>
    <w:rsid w:val="007C63E3"/>
    <w:rsid w:val="007D36A3"/>
    <w:rsid w:val="007E7E8F"/>
    <w:rsid w:val="007F43A1"/>
    <w:rsid w:val="00801251"/>
    <w:rsid w:val="00801964"/>
    <w:rsid w:val="00820FE7"/>
    <w:rsid w:val="0082212C"/>
    <w:rsid w:val="00823ABE"/>
    <w:rsid w:val="00827DAE"/>
    <w:rsid w:val="008401A2"/>
    <w:rsid w:val="00841140"/>
    <w:rsid w:val="008534FA"/>
    <w:rsid w:val="00897818"/>
    <w:rsid w:val="008B30AD"/>
    <w:rsid w:val="008C5BCE"/>
    <w:rsid w:val="008E210D"/>
    <w:rsid w:val="009238C6"/>
    <w:rsid w:val="00930A2D"/>
    <w:rsid w:val="009449DA"/>
    <w:rsid w:val="009670FF"/>
    <w:rsid w:val="009A28BD"/>
    <w:rsid w:val="009A59D9"/>
    <w:rsid w:val="009D3721"/>
    <w:rsid w:val="009D6E01"/>
    <w:rsid w:val="009E5790"/>
    <w:rsid w:val="009E6A9A"/>
    <w:rsid w:val="00A0192F"/>
    <w:rsid w:val="00A23957"/>
    <w:rsid w:val="00A253CC"/>
    <w:rsid w:val="00A2675A"/>
    <w:rsid w:val="00A67850"/>
    <w:rsid w:val="00AB217F"/>
    <w:rsid w:val="00AB4FDB"/>
    <w:rsid w:val="00AB6878"/>
    <w:rsid w:val="00AD01DE"/>
    <w:rsid w:val="00AF39F6"/>
    <w:rsid w:val="00B037E4"/>
    <w:rsid w:val="00B05892"/>
    <w:rsid w:val="00B132F5"/>
    <w:rsid w:val="00B32DD2"/>
    <w:rsid w:val="00B53C31"/>
    <w:rsid w:val="00B54FF8"/>
    <w:rsid w:val="00B71BAB"/>
    <w:rsid w:val="00BD4FDD"/>
    <w:rsid w:val="00C00CAA"/>
    <w:rsid w:val="00C0688C"/>
    <w:rsid w:val="00C26186"/>
    <w:rsid w:val="00C35BCE"/>
    <w:rsid w:val="00CB374F"/>
    <w:rsid w:val="00CB46E1"/>
    <w:rsid w:val="00CD5F82"/>
    <w:rsid w:val="00CD60AD"/>
    <w:rsid w:val="00D3453C"/>
    <w:rsid w:val="00D73E23"/>
    <w:rsid w:val="00DC2E18"/>
    <w:rsid w:val="00DC5506"/>
    <w:rsid w:val="00DE287B"/>
    <w:rsid w:val="00E01AF2"/>
    <w:rsid w:val="00E164FB"/>
    <w:rsid w:val="00E23BCD"/>
    <w:rsid w:val="00E2530B"/>
    <w:rsid w:val="00E5179B"/>
    <w:rsid w:val="00E5442F"/>
    <w:rsid w:val="00E71597"/>
    <w:rsid w:val="00EC3DA0"/>
    <w:rsid w:val="00EE0943"/>
    <w:rsid w:val="00EF3235"/>
    <w:rsid w:val="00F0587F"/>
    <w:rsid w:val="00F066B9"/>
    <w:rsid w:val="00F36A93"/>
    <w:rsid w:val="00F87926"/>
    <w:rsid w:val="00FA174C"/>
    <w:rsid w:val="00FA292B"/>
    <w:rsid w:val="00FC70F1"/>
    <w:rsid w:val="00FD4678"/>
    <w:rsid w:val="00FE0C5E"/>
    <w:rsid w:val="00FF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B76E88F5-2B21-45D1-8157-97987C5EE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01AF2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75C6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75C6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534FA"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sid w:val="00480EFE"/>
    <w:rPr>
      <w:color w:val="1C4A91"/>
      <w:sz w:val="18"/>
    </w:rPr>
  </w:style>
  <w:style w:type="paragraph" w:customStyle="1" w:styleId="Normlnadresa">
    <w:name w:val="Normální adresa"/>
    <w:basedOn w:val="Normln-hlavika"/>
    <w:rsid w:val="00480EFE"/>
    <w:rPr>
      <w:sz w:val="20"/>
    </w:rPr>
  </w:style>
  <w:style w:type="table" w:styleId="Mkatabulky">
    <w:name w:val="Table Grid"/>
    <w:basedOn w:val="Normlntabulka"/>
    <w:uiPriority w:val="39"/>
    <w:rsid w:val="00FC70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rsid w:val="00930A2D"/>
    <w:rPr>
      <w:sz w:val="16"/>
      <w:szCs w:val="16"/>
    </w:rPr>
  </w:style>
  <w:style w:type="paragraph" w:styleId="Textkomente">
    <w:name w:val="annotation text"/>
    <w:basedOn w:val="Normln"/>
    <w:link w:val="TextkomenteChar"/>
    <w:rsid w:val="00930A2D"/>
    <w:rPr>
      <w:szCs w:val="20"/>
      <w:lang w:val="x-none" w:eastAsia="x-none"/>
    </w:rPr>
  </w:style>
  <w:style w:type="character" w:customStyle="1" w:styleId="TextkomenteChar">
    <w:name w:val="Text komentáře Char"/>
    <w:link w:val="Textkomente"/>
    <w:rsid w:val="00930A2D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rsid w:val="00930A2D"/>
    <w:rPr>
      <w:b/>
      <w:bCs/>
    </w:rPr>
  </w:style>
  <w:style w:type="character" w:customStyle="1" w:styleId="PedmtkomenteChar">
    <w:name w:val="Předmět komentáře Char"/>
    <w:link w:val="Pedmtkomente"/>
    <w:rsid w:val="00930A2D"/>
    <w:rPr>
      <w:rFonts w:ascii="Arial" w:hAnsi="Arial"/>
      <w:b/>
      <w:bCs/>
    </w:rPr>
  </w:style>
  <w:style w:type="table" w:styleId="Tabulkaseznamu2zvraznn2">
    <w:name w:val="List Table 2 Accent 2"/>
    <w:basedOn w:val="Normlntabulka"/>
    <w:uiPriority w:val="47"/>
    <w:rsid w:val="00E01AF2"/>
    <w:tblPr>
      <w:tblStyleRowBandSize w:val="1"/>
      <w:tblStyleColBandSize w:val="1"/>
      <w:tblBorders>
        <w:top w:val="single" w:sz="4" w:space="0" w:color="F4B083"/>
        <w:bottom w:val="single" w:sz="4" w:space="0" w:color="F4B083"/>
        <w:insideH w:val="single" w:sz="4" w:space="0" w:color="F4B08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paragraph" w:styleId="Odstavecseseznamem">
    <w:name w:val="List Paragraph"/>
    <w:basedOn w:val="Normln"/>
    <w:uiPriority w:val="34"/>
    <w:qFormat/>
    <w:rsid w:val="00F36A9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18720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6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ka.fridrichova\AppData\Local\Temp\Temp2_dopisni-papiry.zip\dopisni-papiry\KZ-dopis-sablona-A4-cmyk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5D10A064583D429E3218C50D94C649" ma:contentTypeVersion="0" ma:contentTypeDescription="Vytvoří nový dokument" ma:contentTypeScope="" ma:versionID="5c8bb1eed6344ba2a58c9d36a54abe3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8AAF71-8E43-488D-BAC6-64E89CDA26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E9FEAC-C691-4CD9-AD49-5427C873B5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25B6C7A-2666-4D3C-998A-942AA3D4E8CB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B7D521B-A627-4A5F-B110-FEBE8B0A1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KZ-dopis-sablona-A4-cmyk</Template>
  <TotalTime>0</TotalTime>
  <Pages>7</Pages>
  <Words>1640</Words>
  <Characters>9622</Characters>
  <Application>Microsoft Office Word</Application>
  <DocSecurity>0</DocSecurity>
  <Lines>80</Lines>
  <Paragraphs>22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11240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Fridrichová Lenka</dc:creator>
  <cp:keywords/>
  <cp:lastModifiedBy>Fridrichová Lenka</cp:lastModifiedBy>
  <cp:revision>2</cp:revision>
  <cp:lastPrinted>2020-06-08T09:09:00Z</cp:lastPrinted>
  <dcterms:created xsi:type="dcterms:W3CDTF">2020-06-08T09:09:00Z</dcterms:created>
  <dcterms:modified xsi:type="dcterms:W3CDTF">2020-06-08T09:09:00Z</dcterms:modified>
</cp:coreProperties>
</file>